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11154" w14:textId="77777777" w:rsidR="006E5D65" w:rsidRDefault="00CD6897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F73DEB">
        <w:rPr>
          <w:rFonts w:ascii="Times New Roman" w:hAnsi="Times New Roman"/>
          <w:b/>
          <w:bCs/>
          <w:sz w:val="24"/>
          <w:szCs w:val="24"/>
        </w:rPr>
        <w:tab/>
      </w:r>
      <w:r w:rsidRPr="00F73DEB">
        <w:rPr>
          <w:rFonts w:ascii="Times New Roman" w:hAnsi="Times New Roman"/>
          <w:b/>
          <w:bCs/>
          <w:sz w:val="24"/>
          <w:szCs w:val="24"/>
        </w:rPr>
        <w:tab/>
      </w:r>
      <w:r w:rsidRPr="00F73DEB">
        <w:rPr>
          <w:rFonts w:ascii="Times New Roman" w:hAnsi="Times New Roman"/>
          <w:b/>
          <w:bCs/>
          <w:sz w:val="24"/>
          <w:szCs w:val="24"/>
        </w:rPr>
        <w:tab/>
      </w:r>
      <w:r w:rsidRPr="00F73DEB">
        <w:rPr>
          <w:rFonts w:ascii="Times New Roman" w:hAnsi="Times New Roman"/>
          <w:b/>
          <w:bCs/>
          <w:sz w:val="24"/>
          <w:szCs w:val="24"/>
        </w:rPr>
        <w:tab/>
      </w:r>
      <w:r w:rsidRPr="00F73DEB">
        <w:rPr>
          <w:rFonts w:ascii="Times New Roman" w:hAnsi="Times New Roman"/>
          <w:b/>
          <w:bCs/>
          <w:sz w:val="24"/>
          <w:szCs w:val="24"/>
        </w:rPr>
        <w:tab/>
      </w:r>
      <w:r w:rsidR="00D8678B" w:rsidRPr="00F73DEB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F73DEB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F73DEB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1E4612">
        <w:rPr>
          <w:rFonts w:ascii="Times New Roman" w:hAnsi="Times New Roman"/>
          <w:bCs/>
          <w:i/>
          <w:sz w:val="24"/>
          <w:szCs w:val="24"/>
        </w:rPr>
        <w:t xml:space="preserve"> Rektora UR</w:t>
      </w:r>
      <w:r w:rsidRPr="00F73DEB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F73DEB">
        <w:rPr>
          <w:rFonts w:ascii="Times New Roman" w:hAnsi="Times New Roman"/>
          <w:bCs/>
          <w:i/>
          <w:sz w:val="24"/>
          <w:szCs w:val="24"/>
        </w:rPr>
        <w:t>12/2019</w:t>
      </w:r>
    </w:p>
    <w:p w14:paraId="15F2877A" w14:textId="77777777" w:rsidR="001E4612" w:rsidRPr="00F73DEB" w:rsidRDefault="001E4612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1444237F" w14:textId="77777777" w:rsidR="0085747A" w:rsidRPr="00F73DEB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73DEB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15128041" w14:textId="77777777" w:rsidR="0085747A" w:rsidRDefault="0071620A" w:rsidP="00F739DD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73DEB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912BE1" w:rsidRPr="00F739DD">
        <w:rPr>
          <w:rFonts w:ascii="Times New Roman" w:hAnsi="Times New Roman"/>
          <w:b/>
          <w:smallCaps/>
          <w:sz w:val="24"/>
          <w:szCs w:val="24"/>
        </w:rPr>
        <w:t>202</w:t>
      </w:r>
      <w:r w:rsidR="00A7523D" w:rsidRPr="00F739DD">
        <w:rPr>
          <w:rFonts w:ascii="Times New Roman" w:hAnsi="Times New Roman"/>
          <w:b/>
          <w:smallCaps/>
          <w:sz w:val="24"/>
          <w:szCs w:val="24"/>
        </w:rPr>
        <w:t>3</w:t>
      </w:r>
      <w:r w:rsidR="00912BE1" w:rsidRPr="00F739DD">
        <w:rPr>
          <w:rFonts w:ascii="Times New Roman" w:hAnsi="Times New Roman"/>
          <w:b/>
          <w:smallCaps/>
          <w:sz w:val="24"/>
          <w:szCs w:val="24"/>
        </w:rPr>
        <w:t>-202</w:t>
      </w:r>
      <w:r w:rsidR="00A7523D" w:rsidRPr="00F739DD">
        <w:rPr>
          <w:rFonts w:ascii="Times New Roman" w:hAnsi="Times New Roman"/>
          <w:b/>
          <w:smallCaps/>
          <w:sz w:val="24"/>
          <w:szCs w:val="24"/>
        </w:rPr>
        <w:t>8</w:t>
      </w:r>
    </w:p>
    <w:p w14:paraId="01CEEB2C" w14:textId="77777777" w:rsidR="001E4612" w:rsidRPr="00F739DD" w:rsidRDefault="001E4612" w:rsidP="00F739DD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7A20BB3E" w14:textId="77777777" w:rsidR="00445970" w:rsidRPr="00F73DEB" w:rsidRDefault="001E4612" w:rsidP="00F739DD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Rok akademicki </w:t>
      </w:r>
      <w:r w:rsidR="00912BE1" w:rsidRPr="00F73DEB">
        <w:rPr>
          <w:rFonts w:ascii="Times New Roman" w:hAnsi="Times New Roman"/>
          <w:sz w:val="24"/>
          <w:szCs w:val="24"/>
        </w:rPr>
        <w:t>20</w:t>
      </w:r>
      <w:r w:rsidR="008E1A51" w:rsidRPr="00F73DEB">
        <w:rPr>
          <w:rFonts w:ascii="Times New Roman" w:hAnsi="Times New Roman"/>
          <w:sz w:val="24"/>
          <w:szCs w:val="24"/>
        </w:rPr>
        <w:t>2</w:t>
      </w:r>
      <w:r w:rsidR="00491580" w:rsidRPr="00F73DEB">
        <w:rPr>
          <w:rFonts w:ascii="Times New Roman" w:hAnsi="Times New Roman"/>
          <w:sz w:val="24"/>
          <w:szCs w:val="24"/>
        </w:rPr>
        <w:t>5</w:t>
      </w:r>
      <w:r w:rsidR="00F739DD">
        <w:rPr>
          <w:rFonts w:ascii="Times New Roman" w:hAnsi="Times New Roman"/>
          <w:sz w:val="24"/>
          <w:szCs w:val="24"/>
        </w:rPr>
        <w:t>-</w:t>
      </w:r>
      <w:r w:rsidR="00912BE1" w:rsidRPr="00F73DEB">
        <w:rPr>
          <w:rFonts w:ascii="Times New Roman" w:hAnsi="Times New Roman"/>
          <w:sz w:val="24"/>
          <w:szCs w:val="24"/>
        </w:rPr>
        <w:t>202</w:t>
      </w:r>
      <w:r w:rsidR="00491580" w:rsidRPr="00F73DEB">
        <w:rPr>
          <w:rFonts w:ascii="Times New Roman" w:hAnsi="Times New Roman"/>
          <w:sz w:val="24"/>
          <w:szCs w:val="24"/>
        </w:rPr>
        <w:t>6</w:t>
      </w:r>
    </w:p>
    <w:p w14:paraId="54BC2592" w14:textId="77777777" w:rsidR="0085747A" w:rsidRPr="00F73DE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FA401C" w14:textId="77777777" w:rsidR="0085747A" w:rsidRPr="00F73DEB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F73DEB">
        <w:rPr>
          <w:szCs w:val="24"/>
        </w:rPr>
        <w:t xml:space="preserve">1. </w:t>
      </w:r>
      <w:r w:rsidR="0085747A" w:rsidRPr="00F73DEB">
        <w:rPr>
          <w:szCs w:val="24"/>
        </w:rPr>
        <w:t xml:space="preserve">Podstawowe </w:t>
      </w:r>
      <w:r w:rsidR="00445970" w:rsidRPr="00F73DEB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73DEB" w14:paraId="0E4775BF" w14:textId="77777777" w:rsidTr="000D4ACD">
        <w:tc>
          <w:tcPr>
            <w:tcW w:w="2694" w:type="dxa"/>
            <w:vAlign w:val="center"/>
          </w:tcPr>
          <w:p w14:paraId="2B7A457E" w14:textId="77777777" w:rsidR="0085747A" w:rsidRPr="00F73DE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73DEB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C8CC04" w14:textId="77777777" w:rsidR="0085747A" w:rsidRPr="00F739DD" w:rsidRDefault="003B5B24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F739DD">
              <w:rPr>
                <w:sz w:val="24"/>
                <w:szCs w:val="24"/>
              </w:rPr>
              <w:t>Neuropsychologia</w:t>
            </w:r>
          </w:p>
        </w:tc>
      </w:tr>
      <w:tr w:rsidR="0085747A" w:rsidRPr="00F73DEB" w14:paraId="3FAFCAEC" w14:textId="77777777" w:rsidTr="000D4ACD">
        <w:tc>
          <w:tcPr>
            <w:tcW w:w="2694" w:type="dxa"/>
            <w:vAlign w:val="center"/>
          </w:tcPr>
          <w:p w14:paraId="667CCE04" w14:textId="77777777" w:rsidR="0085747A" w:rsidRPr="00F73DE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73DEB">
              <w:rPr>
                <w:sz w:val="24"/>
                <w:szCs w:val="24"/>
              </w:rPr>
              <w:t>Kod przedmiotu</w:t>
            </w:r>
            <w:r w:rsidR="0085747A" w:rsidRPr="00F73DEB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8610B" w14:textId="77777777" w:rsidR="0085747A" w:rsidRPr="00F73DEB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F73DEB" w14:paraId="789001E6" w14:textId="77777777" w:rsidTr="000D4ACD">
        <w:tc>
          <w:tcPr>
            <w:tcW w:w="2694" w:type="dxa"/>
            <w:vAlign w:val="center"/>
          </w:tcPr>
          <w:p w14:paraId="5608971A" w14:textId="77777777" w:rsidR="0085747A" w:rsidRPr="00F73DEB" w:rsidRDefault="001E4612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85747A" w:rsidRPr="00F73DEB">
              <w:rPr>
                <w:sz w:val="24"/>
                <w:szCs w:val="24"/>
              </w:rPr>
              <w:t>azwa</w:t>
            </w:r>
            <w:r w:rsidR="00C05F44" w:rsidRPr="00F73DEB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999258" w14:textId="77777777" w:rsidR="0085747A" w:rsidRPr="00F73DEB" w:rsidRDefault="004A23B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73DEB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73DEB" w14:paraId="33D8560E" w14:textId="77777777" w:rsidTr="000D4ACD">
        <w:tc>
          <w:tcPr>
            <w:tcW w:w="2694" w:type="dxa"/>
            <w:vAlign w:val="center"/>
          </w:tcPr>
          <w:p w14:paraId="47A5BCC8" w14:textId="77777777" w:rsidR="0085747A" w:rsidRPr="00F73DE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73DEB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48119C" w14:textId="77777777" w:rsidR="0085747A" w:rsidRPr="00F73DEB" w:rsidRDefault="004A23B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73DEB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F73DEB" w14:paraId="5EC999EA" w14:textId="77777777" w:rsidTr="000D4ACD">
        <w:tc>
          <w:tcPr>
            <w:tcW w:w="2694" w:type="dxa"/>
            <w:vAlign w:val="center"/>
          </w:tcPr>
          <w:p w14:paraId="0D6A1C66" w14:textId="77777777" w:rsidR="0085747A" w:rsidRPr="00F73DE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73DEB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D02935" w14:textId="77777777" w:rsidR="0085747A" w:rsidRPr="00F73DEB" w:rsidRDefault="00D8403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73DEB">
              <w:rPr>
                <w:b w:val="0"/>
                <w:sz w:val="24"/>
                <w:szCs w:val="24"/>
              </w:rPr>
              <w:t>P</w:t>
            </w:r>
            <w:r w:rsidR="003B5B24" w:rsidRPr="00F73DEB">
              <w:rPr>
                <w:b w:val="0"/>
                <w:sz w:val="24"/>
                <w:szCs w:val="24"/>
              </w:rPr>
              <w:t>sychologia</w:t>
            </w:r>
          </w:p>
        </w:tc>
      </w:tr>
      <w:tr w:rsidR="0085747A" w:rsidRPr="00F73DEB" w14:paraId="353BB020" w14:textId="77777777" w:rsidTr="000D4ACD">
        <w:tc>
          <w:tcPr>
            <w:tcW w:w="2694" w:type="dxa"/>
            <w:vAlign w:val="center"/>
          </w:tcPr>
          <w:p w14:paraId="772280AB" w14:textId="77777777" w:rsidR="0085747A" w:rsidRPr="00F73DE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73DEB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AF1816" w14:textId="77777777" w:rsidR="0085747A" w:rsidRPr="00F73DEB" w:rsidRDefault="00F739D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studia j</w:t>
            </w:r>
            <w:r w:rsidR="003B5B24" w:rsidRPr="00F73DEB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F73DEB" w14:paraId="1FD1555F" w14:textId="77777777" w:rsidTr="000D4ACD">
        <w:tc>
          <w:tcPr>
            <w:tcW w:w="2694" w:type="dxa"/>
            <w:vAlign w:val="center"/>
          </w:tcPr>
          <w:p w14:paraId="4DE094F1" w14:textId="77777777" w:rsidR="0085747A" w:rsidRPr="00F73DE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73DEB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BEBFD0" w14:textId="77777777" w:rsidR="0085747A" w:rsidRPr="00F73DEB" w:rsidRDefault="00A7523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73DEB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F73DEB" w14:paraId="2A022A1C" w14:textId="77777777" w:rsidTr="000D4ACD">
        <w:tc>
          <w:tcPr>
            <w:tcW w:w="2694" w:type="dxa"/>
            <w:vAlign w:val="center"/>
          </w:tcPr>
          <w:p w14:paraId="3CC4E9F0" w14:textId="77777777" w:rsidR="0085747A" w:rsidRPr="00F73DE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73DEB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4F8084" w14:textId="77777777" w:rsidR="0085747A" w:rsidRPr="00F73DEB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73DEB">
              <w:rPr>
                <w:b w:val="0"/>
                <w:sz w:val="24"/>
                <w:szCs w:val="24"/>
              </w:rPr>
              <w:t>stacjonarn</w:t>
            </w:r>
            <w:r w:rsidR="001D2AA0" w:rsidRPr="00F73DEB">
              <w:rPr>
                <w:b w:val="0"/>
                <w:sz w:val="24"/>
                <w:szCs w:val="24"/>
              </w:rPr>
              <w:t>a</w:t>
            </w:r>
          </w:p>
        </w:tc>
      </w:tr>
      <w:tr w:rsidR="0085747A" w:rsidRPr="00F73DEB" w14:paraId="1F064313" w14:textId="77777777" w:rsidTr="000D4ACD">
        <w:tc>
          <w:tcPr>
            <w:tcW w:w="2694" w:type="dxa"/>
            <w:vAlign w:val="center"/>
          </w:tcPr>
          <w:p w14:paraId="30164C10" w14:textId="77777777" w:rsidR="0085747A" w:rsidRPr="00F73DE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73DEB">
              <w:rPr>
                <w:sz w:val="24"/>
                <w:szCs w:val="24"/>
              </w:rPr>
              <w:t>Rok i semestr</w:t>
            </w:r>
            <w:r w:rsidR="0030395F" w:rsidRPr="00F73DEB">
              <w:rPr>
                <w:sz w:val="24"/>
                <w:szCs w:val="24"/>
              </w:rPr>
              <w:t>/y</w:t>
            </w:r>
            <w:r w:rsidRPr="00F73DEB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70DE1F" w14:textId="77777777" w:rsidR="0085747A" w:rsidRPr="00F73DEB" w:rsidRDefault="00F739DD" w:rsidP="00F739D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73DEB">
              <w:rPr>
                <w:b w:val="0"/>
                <w:sz w:val="24"/>
                <w:szCs w:val="24"/>
              </w:rPr>
              <w:t xml:space="preserve">III </w:t>
            </w:r>
            <w:r>
              <w:rPr>
                <w:b w:val="0"/>
                <w:sz w:val="24"/>
                <w:szCs w:val="24"/>
              </w:rPr>
              <w:t>r</w:t>
            </w:r>
            <w:r w:rsidR="00E5152B" w:rsidRPr="00F73DEB">
              <w:rPr>
                <w:b w:val="0"/>
                <w:sz w:val="24"/>
                <w:szCs w:val="24"/>
              </w:rPr>
              <w:t xml:space="preserve">ok, semestr </w:t>
            </w:r>
            <w:r w:rsidR="003B5B24" w:rsidRPr="00F73DEB">
              <w:rPr>
                <w:b w:val="0"/>
                <w:sz w:val="24"/>
                <w:szCs w:val="24"/>
              </w:rPr>
              <w:t>6</w:t>
            </w:r>
          </w:p>
        </w:tc>
      </w:tr>
      <w:tr w:rsidR="0085747A" w:rsidRPr="00F73DEB" w14:paraId="31F39637" w14:textId="77777777" w:rsidTr="000D4ACD">
        <w:tc>
          <w:tcPr>
            <w:tcW w:w="2694" w:type="dxa"/>
            <w:vAlign w:val="center"/>
          </w:tcPr>
          <w:p w14:paraId="4E47F463" w14:textId="77777777" w:rsidR="0085747A" w:rsidRPr="00F73DE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73DEB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77548E" w14:textId="3F72992B" w:rsidR="0085747A" w:rsidRPr="00F73DEB" w:rsidRDefault="00470C0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F739DD">
              <w:rPr>
                <w:b w:val="0"/>
                <w:sz w:val="24"/>
                <w:szCs w:val="24"/>
              </w:rPr>
              <w:t>rzedmiot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D4233E" w:rsidRPr="00F73DEB">
              <w:rPr>
                <w:b w:val="0"/>
                <w:sz w:val="24"/>
                <w:szCs w:val="24"/>
              </w:rPr>
              <w:t>kształcenia kierunkowego</w:t>
            </w:r>
          </w:p>
        </w:tc>
      </w:tr>
      <w:tr w:rsidR="00923D7D" w:rsidRPr="00F73DEB" w14:paraId="00800592" w14:textId="77777777" w:rsidTr="000D4ACD">
        <w:tc>
          <w:tcPr>
            <w:tcW w:w="2694" w:type="dxa"/>
            <w:vAlign w:val="center"/>
          </w:tcPr>
          <w:p w14:paraId="68D69285" w14:textId="77777777" w:rsidR="00923D7D" w:rsidRPr="00F73DE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73DEB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BFF0A8" w14:textId="77777777" w:rsidR="00923D7D" w:rsidRPr="00F73DEB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73DEB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F73DEB" w14:paraId="37336C00" w14:textId="77777777" w:rsidTr="000D4ACD">
        <w:tc>
          <w:tcPr>
            <w:tcW w:w="2694" w:type="dxa"/>
            <w:vAlign w:val="center"/>
          </w:tcPr>
          <w:p w14:paraId="4A626FC8" w14:textId="77777777" w:rsidR="0085747A" w:rsidRPr="00F73DE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73DEB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6718E9" w14:textId="53E34003" w:rsidR="0085747A" w:rsidRPr="00F73DEB" w:rsidRDefault="00470C0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73DEB">
              <w:rPr>
                <w:b w:val="0"/>
                <w:sz w:val="24"/>
                <w:szCs w:val="24"/>
              </w:rPr>
              <w:t>D</w:t>
            </w:r>
            <w:r w:rsidR="00E36A8A" w:rsidRPr="00F73DEB">
              <w:rPr>
                <w:b w:val="0"/>
                <w:sz w:val="24"/>
                <w:szCs w:val="24"/>
              </w:rPr>
              <w:t>r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A7523D" w:rsidRPr="00F73DEB">
              <w:rPr>
                <w:b w:val="0"/>
                <w:sz w:val="24"/>
                <w:szCs w:val="24"/>
              </w:rPr>
              <w:t>Danuta Ochojska</w:t>
            </w:r>
          </w:p>
        </w:tc>
      </w:tr>
      <w:tr w:rsidR="000D4ACD" w:rsidRPr="00F73DEB" w14:paraId="380E9D6A" w14:textId="77777777" w:rsidTr="000D4ACD">
        <w:tc>
          <w:tcPr>
            <w:tcW w:w="2694" w:type="dxa"/>
            <w:vAlign w:val="center"/>
          </w:tcPr>
          <w:p w14:paraId="4AC30F2C" w14:textId="77777777" w:rsidR="000D4ACD" w:rsidRPr="00F73DEB" w:rsidRDefault="000D4ACD" w:rsidP="000D4ACD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73DEB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29D64A" w14:textId="77777777" w:rsidR="000D4ACD" w:rsidRPr="00F73DEB" w:rsidRDefault="000D4ACD" w:rsidP="000D4ACD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73DEB">
              <w:rPr>
                <w:b w:val="0"/>
                <w:sz w:val="24"/>
                <w:szCs w:val="24"/>
              </w:rPr>
              <w:t>dr Danuta Ochojska</w:t>
            </w:r>
          </w:p>
        </w:tc>
      </w:tr>
    </w:tbl>
    <w:p w14:paraId="23B9BEC1" w14:textId="77777777" w:rsidR="0085747A" w:rsidRPr="00F73DEB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F73DEB">
        <w:rPr>
          <w:sz w:val="24"/>
          <w:szCs w:val="24"/>
        </w:rPr>
        <w:t xml:space="preserve">* </w:t>
      </w:r>
      <w:r w:rsidRPr="00F73DEB">
        <w:rPr>
          <w:i/>
          <w:sz w:val="24"/>
          <w:szCs w:val="24"/>
        </w:rPr>
        <w:t>-</w:t>
      </w:r>
      <w:proofErr w:type="spellStart"/>
      <w:r w:rsidR="00B90885" w:rsidRPr="00F73DEB">
        <w:rPr>
          <w:b w:val="0"/>
          <w:i/>
          <w:sz w:val="24"/>
          <w:szCs w:val="24"/>
        </w:rPr>
        <w:t>opcjonalni</w:t>
      </w:r>
      <w:r w:rsidR="00B90885" w:rsidRPr="00F73DEB">
        <w:rPr>
          <w:b w:val="0"/>
          <w:sz w:val="24"/>
          <w:szCs w:val="24"/>
        </w:rPr>
        <w:t>e,</w:t>
      </w:r>
      <w:r w:rsidRPr="00F73DEB">
        <w:rPr>
          <w:b w:val="0"/>
          <w:i/>
          <w:sz w:val="24"/>
          <w:szCs w:val="24"/>
        </w:rPr>
        <w:t>zgodnie</w:t>
      </w:r>
      <w:proofErr w:type="spellEnd"/>
      <w:r w:rsidRPr="00F73DEB">
        <w:rPr>
          <w:b w:val="0"/>
          <w:i/>
          <w:sz w:val="24"/>
          <w:szCs w:val="24"/>
        </w:rPr>
        <w:t xml:space="preserve"> z ustaleniami </w:t>
      </w:r>
      <w:r w:rsidR="00B90885" w:rsidRPr="00F73DEB">
        <w:rPr>
          <w:b w:val="0"/>
          <w:i/>
          <w:sz w:val="24"/>
          <w:szCs w:val="24"/>
        </w:rPr>
        <w:t>w Jednostce</w:t>
      </w:r>
    </w:p>
    <w:p w14:paraId="27D7C463" w14:textId="77777777" w:rsidR="00923D7D" w:rsidRPr="00F73DEB" w:rsidRDefault="00923D7D" w:rsidP="009C54AE">
      <w:pPr>
        <w:pStyle w:val="Podpunkty"/>
        <w:ind w:left="0"/>
        <w:rPr>
          <w:sz w:val="24"/>
          <w:szCs w:val="24"/>
        </w:rPr>
      </w:pPr>
    </w:p>
    <w:p w14:paraId="1B95CE60" w14:textId="77777777" w:rsidR="0085747A" w:rsidRPr="00F73DEB" w:rsidRDefault="0085747A" w:rsidP="009C54AE">
      <w:pPr>
        <w:pStyle w:val="Podpunkty"/>
        <w:ind w:left="284"/>
        <w:rPr>
          <w:sz w:val="24"/>
          <w:szCs w:val="24"/>
        </w:rPr>
      </w:pPr>
      <w:r w:rsidRPr="00F73DEB">
        <w:rPr>
          <w:sz w:val="24"/>
          <w:szCs w:val="24"/>
        </w:rPr>
        <w:t>1.</w:t>
      </w:r>
      <w:r w:rsidR="00E22FBC" w:rsidRPr="00F73DEB">
        <w:rPr>
          <w:sz w:val="24"/>
          <w:szCs w:val="24"/>
        </w:rPr>
        <w:t>1</w:t>
      </w:r>
      <w:r w:rsidRPr="00F73DEB">
        <w:rPr>
          <w:sz w:val="24"/>
          <w:szCs w:val="24"/>
        </w:rPr>
        <w:t xml:space="preserve">.Formy zajęć dydaktycznych, wymiar godzin i punktów ECTS </w:t>
      </w:r>
    </w:p>
    <w:p w14:paraId="5D1B0C7E" w14:textId="77777777" w:rsidR="00923D7D" w:rsidRPr="00F73DEB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015B8F" w:rsidRPr="00F73DEB" w14:paraId="735923D8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32E2" w14:textId="77777777" w:rsidR="00015B8F" w:rsidRPr="00F73DE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73DEB">
              <w:rPr>
                <w:szCs w:val="24"/>
              </w:rPr>
              <w:t>Semestr</w:t>
            </w:r>
          </w:p>
          <w:p w14:paraId="359C04A2" w14:textId="77777777" w:rsidR="00015B8F" w:rsidRPr="00F73DEB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73DEB">
              <w:rPr>
                <w:szCs w:val="24"/>
              </w:rPr>
              <w:t>(</w:t>
            </w:r>
            <w:r w:rsidR="00363F78" w:rsidRPr="00F73DEB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A907F" w14:textId="77777777" w:rsidR="00015B8F" w:rsidRPr="00F73DE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73DEB">
              <w:rPr>
                <w:szCs w:val="24"/>
              </w:rPr>
              <w:t>Wykł</w:t>
            </w:r>
            <w:proofErr w:type="spellEnd"/>
            <w:r w:rsidRPr="00F73DEB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62337" w14:textId="77777777" w:rsidR="00015B8F" w:rsidRPr="00F73DE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73DEB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1CEF9" w14:textId="77777777" w:rsidR="00015B8F" w:rsidRPr="00F73DE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73DEB">
              <w:rPr>
                <w:szCs w:val="24"/>
              </w:rPr>
              <w:t>Konw</w:t>
            </w:r>
            <w:proofErr w:type="spellEnd"/>
            <w:r w:rsidRPr="00F73DEB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DDFB3" w14:textId="77777777" w:rsidR="00015B8F" w:rsidRPr="00F73DE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73DEB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CD8A" w14:textId="77777777" w:rsidR="00015B8F" w:rsidRPr="00F73DE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73DEB">
              <w:rPr>
                <w:szCs w:val="24"/>
              </w:rPr>
              <w:t>Sem</w:t>
            </w:r>
            <w:proofErr w:type="spellEnd"/>
            <w:r w:rsidRPr="00F73DEB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8F62F" w14:textId="77777777" w:rsidR="00015B8F" w:rsidRPr="00F73DE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73DEB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934C1" w14:textId="77777777" w:rsidR="00015B8F" w:rsidRPr="00F73DE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73DEB">
              <w:rPr>
                <w:szCs w:val="24"/>
              </w:rPr>
              <w:t>Prakt</w:t>
            </w:r>
            <w:proofErr w:type="spellEnd"/>
            <w:r w:rsidRPr="00F73DEB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951E" w14:textId="77777777" w:rsidR="00015B8F" w:rsidRPr="00F73DEB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73DEB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AB44" w14:textId="77777777" w:rsidR="00015B8F" w:rsidRPr="00F73DEB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F73DEB">
              <w:rPr>
                <w:b/>
                <w:szCs w:val="24"/>
              </w:rPr>
              <w:t>Liczba pkt</w:t>
            </w:r>
            <w:r w:rsidR="00B90885" w:rsidRPr="00F73DEB">
              <w:rPr>
                <w:b/>
                <w:szCs w:val="24"/>
              </w:rPr>
              <w:t>.</w:t>
            </w:r>
            <w:r w:rsidRPr="00F73DEB">
              <w:rPr>
                <w:b/>
                <w:szCs w:val="24"/>
              </w:rPr>
              <w:t xml:space="preserve"> ECTS</w:t>
            </w:r>
          </w:p>
        </w:tc>
      </w:tr>
      <w:tr w:rsidR="00015B8F" w:rsidRPr="00F73DEB" w14:paraId="3170EA48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14FF" w14:textId="77777777" w:rsidR="00015B8F" w:rsidRPr="00F73DEB" w:rsidRDefault="003B5B2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73DEB">
              <w:rPr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5A79" w14:textId="77777777" w:rsidR="00015B8F" w:rsidRPr="00F73DEB" w:rsidRDefault="003275BB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73DEB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E93A6" w14:textId="77777777" w:rsidR="00015B8F" w:rsidRPr="00F73DEB" w:rsidRDefault="003275BB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73DEB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09EB" w14:textId="77777777" w:rsidR="00015B8F" w:rsidRPr="00F73DEB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04235" w14:textId="77777777" w:rsidR="00015B8F" w:rsidRPr="00F73DEB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A9D2" w14:textId="77777777" w:rsidR="00015B8F" w:rsidRPr="00F73DEB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AA78" w14:textId="77777777" w:rsidR="00015B8F" w:rsidRPr="00F73DEB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7484" w14:textId="77777777" w:rsidR="00015B8F" w:rsidRPr="00F73DEB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CB43" w14:textId="77777777" w:rsidR="00015B8F" w:rsidRPr="00F73DEB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A4FA" w14:textId="77777777" w:rsidR="00015B8F" w:rsidRPr="00F73DEB" w:rsidRDefault="003B5B24" w:rsidP="001E4612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73DEB">
              <w:rPr>
                <w:sz w:val="24"/>
                <w:szCs w:val="24"/>
              </w:rPr>
              <w:t>2</w:t>
            </w:r>
          </w:p>
        </w:tc>
      </w:tr>
    </w:tbl>
    <w:p w14:paraId="53D88F5E" w14:textId="77777777" w:rsidR="00923D7D" w:rsidRPr="00F73DEB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3600E05E" w14:textId="77777777" w:rsidR="00923D7D" w:rsidRPr="00F73DEB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5AAC3A1B" w14:textId="77777777" w:rsidR="0085747A" w:rsidRPr="00F73DE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F73DEB">
        <w:rPr>
          <w:smallCaps w:val="0"/>
          <w:szCs w:val="24"/>
        </w:rPr>
        <w:t>1.</w:t>
      </w:r>
      <w:r w:rsidR="00E22FBC" w:rsidRPr="00F73DEB">
        <w:rPr>
          <w:smallCaps w:val="0"/>
          <w:szCs w:val="24"/>
        </w:rPr>
        <w:t>2</w:t>
      </w:r>
      <w:r w:rsidR="00F83B28" w:rsidRPr="00F73DEB">
        <w:rPr>
          <w:smallCaps w:val="0"/>
          <w:szCs w:val="24"/>
        </w:rPr>
        <w:t>.</w:t>
      </w:r>
      <w:r w:rsidR="00F83B28" w:rsidRPr="00F73DEB">
        <w:rPr>
          <w:smallCaps w:val="0"/>
          <w:szCs w:val="24"/>
        </w:rPr>
        <w:tab/>
      </w:r>
      <w:r w:rsidRPr="00F73DEB">
        <w:rPr>
          <w:smallCaps w:val="0"/>
          <w:szCs w:val="24"/>
        </w:rPr>
        <w:t xml:space="preserve">Sposób realizacji zajęć  </w:t>
      </w:r>
    </w:p>
    <w:p w14:paraId="1C3E1459" w14:textId="77777777" w:rsidR="0085747A" w:rsidRPr="00F73DEB" w:rsidRDefault="00FF33BD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F73DEB">
        <w:rPr>
          <w:rFonts w:eastAsia="MS Gothic"/>
          <w:b w:val="0"/>
          <w:szCs w:val="24"/>
          <w:u w:val="single"/>
        </w:rPr>
        <w:t xml:space="preserve">X </w:t>
      </w:r>
      <w:r w:rsidR="0085747A" w:rsidRPr="00F73DEB">
        <w:rPr>
          <w:b w:val="0"/>
          <w:smallCaps w:val="0"/>
          <w:szCs w:val="24"/>
          <w:u w:val="single"/>
        </w:rPr>
        <w:t xml:space="preserve"> zajęcia w formie tradycyjnej </w:t>
      </w:r>
    </w:p>
    <w:p w14:paraId="149F5B73" w14:textId="77777777" w:rsidR="0085747A" w:rsidRPr="00F73DEB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73DEB">
        <w:rPr>
          <w:rFonts w:ascii="Segoe UI Symbol" w:eastAsia="MS Gothic" w:hAnsi="Segoe UI Symbol" w:cs="Segoe UI Symbol"/>
          <w:b w:val="0"/>
          <w:szCs w:val="24"/>
        </w:rPr>
        <w:t>☐</w:t>
      </w:r>
      <w:r w:rsidRPr="00F73DEB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83F856" w14:textId="77777777" w:rsidR="0085747A" w:rsidRPr="00F73DEB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21DABF81" w14:textId="77777777" w:rsidR="009C54AE" w:rsidRPr="001E4612" w:rsidRDefault="00E22FBC" w:rsidP="001E4612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F73DEB">
        <w:rPr>
          <w:smallCaps w:val="0"/>
          <w:szCs w:val="24"/>
        </w:rPr>
        <w:t xml:space="preserve">1.3 </w:t>
      </w:r>
      <w:r w:rsidR="00F83B28" w:rsidRPr="00F73DEB">
        <w:rPr>
          <w:smallCaps w:val="0"/>
          <w:szCs w:val="24"/>
        </w:rPr>
        <w:tab/>
      </w:r>
      <w:r w:rsidRPr="00F73DEB">
        <w:rPr>
          <w:smallCaps w:val="0"/>
          <w:szCs w:val="24"/>
        </w:rPr>
        <w:t>For</w:t>
      </w:r>
      <w:r w:rsidR="00445970" w:rsidRPr="00F73DEB">
        <w:rPr>
          <w:smallCaps w:val="0"/>
          <w:szCs w:val="24"/>
        </w:rPr>
        <w:t xml:space="preserve">ma zaliczenia przedmiotu </w:t>
      </w:r>
      <w:r w:rsidRPr="00F73DEB">
        <w:rPr>
          <w:smallCaps w:val="0"/>
          <w:szCs w:val="24"/>
        </w:rPr>
        <w:t>(z toku)</w:t>
      </w:r>
      <w:r w:rsidR="001D2AA0" w:rsidRPr="00F73DEB">
        <w:rPr>
          <w:smallCaps w:val="0"/>
          <w:szCs w:val="24"/>
        </w:rPr>
        <w:t xml:space="preserve">: </w:t>
      </w:r>
      <w:r w:rsidR="001E4612" w:rsidRPr="001E4612">
        <w:rPr>
          <w:b w:val="0"/>
          <w:smallCaps w:val="0"/>
          <w:szCs w:val="24"/>
        </w:rPr>
        <w:t>z</w:t>
      </w:r>
      <w:r w:rsidR="003275BB" w:rsidRPr="001E4612">
        <w:rPr>
          <w:b w:val="0"/>
          <w:smallCaps w:val="0"/>
          <w:szCs w:val="24"/>
        </w:rPr>
        <w:t>aliczenie z oceną</w:t>
      </w:r>
    </w:p>
    <w:p w14:paraId="5FF17D8C" w14:textId="77777777" w:rsidR="00E960BB" w:rsidRPr="00F73DEB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4E6A3ADA" w14:textId="77777777" w:rsidR="00E960BB" w:rsidRPr="00F73DEB" w:rsidRDefault="0085747A" w:rsidP="009C54AE">
      <w:pPr>
        <w:pStyle w:val="Punktygwne"/>
        <w:spacing w:before="0" w:after="0"/>
        <w:rPr>
          <w:szCs w:val="24"/>
        </w:rPr>
      </w:pPr>
      <w:r w:rsidRPr="00F73DEB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73DEB" w14:paraId="7FE56D91" w14:textId="77777777" w:rsidTr="00745302">
        <w:tc>
          <w:tcPr>
            <w:tcW w:w="9670" w:type="dxa"/>
          </w:tcPr>
          <w:p w14:paraId="5C60929D" w14:textId="77777777" w:rsidR="0085747A" w:rsidRPr="00F73DEB" w:rsidRDefault="00CB386F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F73DEB">
              <w:rPr>
                <w:b w:val="0"/>
                <w:smallCaps w:val="0"/>
                <w:color w:val="000000"/>
                <w:szCs w:val="24"/>
              </w:rPr>
              <w:t xml:space="preserve">Podstawowa wiedza z </w:t>
            </w:r>
            <w:r w:rsidR="00B254F7" w:rsidRPr="00F73DEB">
              <w:rPr>
                <w:b w:val="0"/>
                <w:smallCaps w:val="0"/>
                <w:color w:val="000000"/>
                <w:szCs w:val="24"/>
              </w:rPr>
              <w:t xml:space="preserve">zakresu </w:t>
            </w:r>
            <w:r w:rsidRPr="00F73DEB">
              <w:rPr>
                <w:b w:val="0"/>
                <w:smallCaps w:val="0"/>
                <w:color w:val="000000"/>
                <w:szCs w:val="24"/>
              </w:rPr>
              <w:t>psychologii</w:t>
            </w:r>
          </w:p>
        </w:tc>
      </w:tr>
    </w:tbl>
    <w:p w14:paraId="1FA96065" w14:textId="77777777" w:rsidR="00087E43" w:rsidRPr="00F73DEB" w:rsidRDefault="00087E43" w:rsidP="009C54AE">
      <w:pPr>
        <w:pStyle w:val="Punktygwne"/>
        <w:spacing w:before="0" w:after="0"/>
        <w:rPr>
          <w:szCs w:val="24"/>
        </w:rPr>
      </w:pPr>
      <w:r w:rsidRPr="00F73DEB">
        <w:rPr>
          <w:szCs w:val="24"/>
        </w:rPr>
        <w:br w:type="page"/>
      </w:r>
    </w:p>
    <w:p w14:paraId="3FE3BAF6" w14:textId="77777777" w:rsidR="00153C41" w:rsidRPr="00F73DEB" w:rsidRDefault="00153C41" w:rsidP="009C54AE">
      <w:pPr>
        <w:pStyle w:val="Punktygwne"/>
        <w:spacing w:before="0" w:after="0"/>
        <w:rPr>
          <w:szCs w:val="24"/>
        </w:rPr>
      </w:pPr>
    </w:p>
    <w:p w14:paraId="1E885905" w14:textId="77777777" w:rsidR="0085747A" w:rsidRPr="00F73DEB" w:rsidRDefault="0071620A" w:rsidP="009C54AE">
      <w:pPr>
        <w:pStyle w:val="Punktygwne"/>
        <w:spacing w:before="0" w:after="0"/>
        <w:rPr>
          <w:szCs w:val="24"/>
        </w:rPr>
      </w:pPr>
      <w:r w:rsidRPr="00F73DEB">
        <w:rPr>
          <w:szCs w:val="24"/>
        </w:rPr>
        <w:t>3.</w:t>
      </w:r>
      <w:r w:rsidR="00A84C85" w:rsidRPr="00F73DEB">
        <w:rPr>
          <w:szCs w:val="24"/>
        </w:rPr>
        <w:t>cele, efekty uczenia się</w:t>
      </w:r>
      <w:r w:rsidR="00B254F7" w:rsidRPr="00F73DEB">
        <w:rPr>
          <w:szCs w:val="24"/>
        </w:rPr>
        <w:t>,</w:t>
      </w:r>
      <w:r w:rsidR="0085747A" w:rsidRPr="00F73DEB">
        <w:rPr>
          <w:szCs w:val="24"/>
        </w:rPr>
        <w:t xml:space="preserve"> treści Programowe i stosowane metody Dydaktyczne</w:t>
      </w:r>
    </w:p>
    <w:p w14:paraId="6FCBCCA3" w14:textId="77777777" w:rsidR="0085747A" w:rsidRPr="00F73DEB" w:rsidRDefault="0085747A" w:rsidP="009C54AE">
      <w:pPr>
        <w:pStyle w:val="Punktygwne"/>
        <w:spacing w:before="0" w:after="0"/>
        <w:rPr>
          <w:szCs w:val="24"/>
        </w:rPr>
      </w:pPr>
    </w:p>
    <w:p w14:paraId="78766F6A" w14:textId="77777777" w:rsidR="0085747A" w:rsidRPr="00F73DEB" w:rsidRDefault="0071620A" w:rsidP="009C54AE">
      <w:pPr>
        <w:pStyle w:val="Podpunkty"/>
        <w:rPr>
          <w:sz w:val="24"/>
          <w:szCs w:val="24"/>
        </w:rPr>
      </w:pPr>
      <w:r w:rsidRPr="00F73DEB">
        <w:rPr>
          <w:sz w:val="24"/>
          <w:szCs w:val="24"/>
        </w:rPr>
        <w:t xml:space="preserve">3.1 </w:t>
      </w:r>
      <w:r w:rsidR="00C05F44" w:rsidRPr="00F73DEB">
        <w:rPr>
          <w:sz w:val="24"/>
          <w:szCs w:val="24"/>
        </w:rPr>
        <w:t>Cele przedmiotu</w:t>
      </w:r>
    </w:p>
    <w:p w14:paraId="729D2C6B" w14:textId="77777777" w:rsidR="00F83B28" w:rsidRPr="00F73DEB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F73DEB" w14:paraId="0789E8C7" w14:textId="77777777" w:rsidTr="009A623D">
        <w:tc>
          <w:tcPr>
            <w:tcW w:w="845" w:type="dxa"/>
            <w:vAlign w:val="center"/>
          </w:tcPr>
          <w:p w14:paraId="12BDE8E7" w14:textId="77777777" w:rsidR="009A623D" w:rsidRPr="00F73DEB" w:rsidRDefault="009A623D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73DEB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A9CAC47" w14:textId="77777777" w:rsidR="009A623D" w:rsidRPr="00F73DEB" w:rsidRDefault="007D6EE2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F73DEB">
              <w:rPr>
                <w:b w:val="0"/>
                <w:bCs/>
                <w:sz w:val="24"/>
                <w:szCs w:val="24"/>
              </w:rPr>
              <w:t>P</w:t>
            </w:r>
            <w:r w:rsidR="009A623D" w:rsidRPr="00F73DEB">
              <w:rPr>
                <w:b w:val="0"/>
                <w:bCs/>
                <w:sz w:val="24"/>
                <w:szCs w:val="24"/>
              </w:rPr>
              <w:t>rzybliżenie studentom problem</w:t>
            </w:r>
            <w:r w:rsidRPr="00F73DEB">
              <w:rPr>
                <w:b w:val="0"/>
                <w:bCs/>
                <w:sz w:val="24"/>
                <w:szCs w:val="24"/>
              </w:rPr>
              <w:t>atyki</w:t>
            </w:r>
            <w:r w:rsidR="009A623D" w:rsidRPr="00F73DEB">
              <w:rPr>
                <w:b w:val="0"/>
                <w:bCs/>
                <w:sz w:val="24"/>
                <w:szCs w:val="24"/>
              </w:rPr>
              <w:t xml:space="preserve"> i zadań </w:t>
            </w:r>
            <w:r w:rsidRPr="00F73DEB">
              <w:rPr>
                <w:b w:val="0"/>
                <w:bCs/>
                <w:sz w:val="24"/>
                <w:szCs w:val="24"/>
              </w:rPr>
              <w:t>neuro</w:t>
            </w:r>
            <w:r w:rsidR="001E4612">
              <w:rPr>
                <w:b w:val="0"/>
                <w:bCs/>
                <w:sz w:val="24"/>
                <w:szCs w:val="24"/>
              </w:rPr>
              <w:t>psychologii.</w:t>
            </w:r>
          </w:p>
        </w:tc>
      </w:tr>
      <w:tr w:rsidR="009A623D" w:rsidRPr="00F73DEB" w14:paraId="39592E24" w14:textId="77777777" w:rsidTr="009A623D">
        <w:tc>
          <w:tcPr>
            <w:tcW w:w="845" w:type="dxa"/>
            <w:vAlign w:val="center"/>
          </w:tcPr>
          <w:p w14:paraId="50B3CA9F" w14:textId="77777777" w:rsidR="009A623D" w:rsidRPr="00F73DEB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F73DEB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C7115AC" w14:textId="77777777" w:rsidR="009A623D" w:rsidRPr="00F73DEB" w:rsidRDefault="007D6EE2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F73DEB">
              <w:rPr>
                <w:b w:val="0"/>
                <w:bCs/>
                <w:sz w:val="24"/>
                <w:szCs w:val="24"/>
              </w:rPr>
              <w:t>Z</w:t>
            </w:r>
            <w:r w:rsidR="009A623D" w:rsidRPr="00F73DEB">
              <w:rPr>
                <w:b w:val="0"/>
                <w:bCs/>
                <w:sz w:val="24"/>
                <w:szCs w:val="24"/>
              </w:rPr>
              <w:t xml:space="preserve">wrócenie uwagi na złożoność </w:t>
            </w:r>
            <w:r w:rsidRPr="00F73DEB">
              <w:rPr>
                <w:b w:val="0"/>
                <w:bCs/>
                <w:sz w:val="24"/>
                <w:szCs w:val="24"/>
              </w:rPr>
              <w:t>procesów zachodzących w mózgu</w:t>
            </w:r>
            <w:r w:rsidR="001E4612">
              <w:rPr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F73DEB" w14:paraId="1F0D2651" w14:textId="77777777" w:rsidTr="009A623D">
        <w:tc>
          <w:tcPr>
            <w:tcW w:w="845" w:type="dxa"/>
            <w:vAlign w:val="center"/>
          </w:tcPr>
          <w:p w14:paraId="2D4BFFEF" w14:textId="77777777" w:rsidR="009A623D" w:rsidRPr="00F73DEB" w:rsidRDefault="009A623D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73DEB">
              <w:rPr>
                <w:b w:val="0"/>
                <w:sz w:val="24"/>
                <w:szCs w:val="24"/>
              </w:rPr>
              <w:t>C</w:t>
            </w:r>
            <w:r w:rsidR="007D6EE2" w:rsidRPr="00F73DEB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57A63A08" w14:textId="77777777" w:rsidR="009A623D" w:rsidRPr="00F73DEB" w:rsidRDefault="007D6EE2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F73DEB">
              <w:rPr>
                <w:b w:val="0"/>
                <w:bCs/>
                <w:sz w:val="24"/>
                <w:szCs w:val="24"/>
              </w:rPr>
              <w:t>Z</w:t>
            </w:r>
            <w:r w:rsidR="009A623D" w:rsidRPr="00F73DEB">
              <w:rPr>
                <w:b w:val="0"/>
                <w:bCs/>
                <w:sz w:val="24"/>
                <w:szCs w:val="24"/>
              </w:rPr>
              <w:t xml:space="preserve">aznajomienie słuchaczy z </w:t>
            </w:r>
            <w:r w:rsidRPr="00F73DEB">
              <w:rPr>
                <w:b w:val="0"/>
                <w:bCs/>
                <w:sz w:val="24"/>
                <w:szCs w:val="24"/>
              </w:rPr>
              <w:t>nieprawidłowościami w funkcjonowaniu psychospołecznym wynikającymi z dysfunkcji w pracy mózgu</w:t>
            </w:r>
            <w:r w:rsidR="00826282" w:rsidRPr="00F73DEB">
              <w:rPr>
                <w:b w:val="0"/>
                <w:bCs/>
                <w:sz w:val="24"/>
                <w:szCs w:val="24"/>
              </w:rPr>
              <w:t xml:space="preserve"> i metodami diagnozy</w:t>
            </w:r>
            <w:r w:rsidR="001E4612">
              <w:rPr>
                <w:b w:val="0"/>
                <w:bCs/>
                <w:sz w:val="24"/>
                <w:szCs w:val="24"/>
              </w:rPr>
              <w:t>.</w:t>
            </w:r>
          </w:p>
        </w:tc>
      </w:tr>
      <w:tr w:rsidR="007D6EE2" w:rsidRPr="00F73DEB" w14:paraId="49FCB1CF" w14:textId="77777777" w:rsidTr="009A623D">
        <w:tc>
          <w:tcPr>
            <w:tcW w:w="845" w:type="dxa"/>
            <w:vAlign w:val="center"/>
          </w:tcPr>
          <w:p w14:paraId="5683A9FF" w14:textId="77777777" w:rsidR="007D6EE2" w:rsidRPr="00F73DEB" w:rsidRDefault="007D6EE2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73DEB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41D7ACC" w14:textId="77777777" w:rsidR="007D6EE2" w:rsidRPr="00F73DEB" w:rsidRDefault="007D6EE2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F73DEB">
              <w:rPr>
                <w:b w:val="0"/>
                <w:bCs/>
                <w:sz w:val="24"/>
                <w:szCs w:val="24"/>
              </w:rPr>
              <w:t>Zachęcenie słuchaczy</w:t>
            </w:r>
            <w:r w:rsidR="00826282" w:rsidRPr="00F73DEB">
              <w:rPr>
                <w:b w:val="0"/>
                <w:bCs/>
                <w:sz w:val="24"/>
                <w:szCs w:val="24"/>
              </w:rPr>
              <w:t xml:space="preserve"> do dalszego samokształcenia</w:t>
            </w:r>
            <w:r w:rsidR="001E4612">
              <w:rPr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7E3E39E6" w14:textId="77777777" w:rsidR="0085747A" w:rsidRPr="00F73DEB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34401561" w14:textId="77777777" w:rsidR="001D7B54" w:rsidRPr="00F73DEB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73DEB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F73DEB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F73DEB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F73DEB">
        <w:rPr>
          <w:rFonts w:ascii="Times New Roman" w:hAnsi="Times New Roman"/>
          <w:b/>
          <w:sz w:val="24"/>
          <w:szCs w:val="24"/>
        </w:rPr>
        <w:t>dla przedmiotu</w:t>
      </w:r>
    </w:p>
    <w:p w14:paraId="19810893" w14:textId="77777777" w:rsidR="001D7B54" w:rsidRPr="00F73DEB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F73DEB" w14:paraId="63FDB777" w14:textId="77777777" w:rsidTr="002D4111">
        <w:tc>
          <w:tcPr>
            <w:tcW w:w="1680" w:type="dxa"/>
            <w:vAlign w:val="center"/>
          </w:tcPr>
          <w:p w14:paraId="0632BD2F" w14:textId="77777777" w:rsidR="0085747A" w:rsidRPr="00F73DE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73DEB">
              <w:rPr>
                <w:smallCaps w:val="0"/>
                <w:szCs w:val="24"/>
              </w:rPr>
              <w:t>EK</w:t>
            </w:r>
            <w:r w:rsidR="00A84C85" w:rsidRPr="00F73DEB">
              <w:rPr>
                <w:b w:val="0"/>
                <w:smallCaps w:val="0"/>
                <w:szCs w:val="24"/>
              </w:rPr>
              <w:t xml:space="preserve"> (</w:t>
            </w:r>
            <w:r w:rsidR="00C05F44" w:rsidRPr="00F73DEB">
              <w:rPr>
                <w:b w:val="0"/>
                <w:smallCaps w:val="0"/>
                <w:szCs w:val="24"/>
              </w:rPr>
              <w:t>efekt uczenia się</w:t>
            </w:r>
            <w:r w:rsidR="00B82308" w:rsidRPr="00F73DEB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3905604" w14:textId="77777777" w:rsidR="002464DD" w:rsidRPr="00F73DEB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73DEB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F73DEB">
              <w:rPr>
                <w:b w:val="0"/>
                <w:smallCaps w:val="0"/>
                <w:szCs w:val="24"/>
              </w:rPr>
              <w:t xml:space="preserve">uczenia się </w:t>
            </w:r>
            <w:r w:rsidRPr="00F73DEB">
              <w:rPr>
                <w:b w:val="0"/>
                <w:smallCaps w:val="0"/>
                <w:szCs w:val="24"/>
              </w:rPr>
              <w:t>zdefiniowanego dla przedmiotu</w:t>
            </w:r>
          </w:p>
          <w:p w14:paraId="3340BC28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557F292A" w14:textId="77777777" w:rsidR="001E4612" w:rsidRPr="00F73DEB" w:rsidRDefault="001E4612" w:rsidP="001E461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A5B19E9" w14:textId="77777777" w:rsidR="0085747A" w:rsidRPr="00F73DEB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73DEB">
              <w:rPr>
                <w:b w:val="0"/>
                <w:smallCaps w:val="0"/>
                <w:szCs w:val="24"/>
              </w:rPr>
              <w:t>Odniesienie do efektów  kierunkowych</w:t>
            </w:r>
            <w:r w:rsidR="0030395F" w:rsidRPr="00F73DEB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73DEB" w14:paraId="3155CF69" w14:textId="77777777" w:rsidTr="002D4111">
        <w:tc>
          <w:tcPr>
            <w:tcW w:w="1680" w:type="dxa"/>
          </w:tcPr>
          <w:p w14:paraId="1774366F" w14:textId="77777777" w:rsidR="0085747A" w:rsidRPr="00F73DE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73DEB">
              <w:rPr>
                <w:b w:val="0"/>
                <w:smallCaps w:val="0"/>
                <w:szCs w:val="24"/>
              </w:rPr>
              <w:t>EK_0</w:t>
            </w:r>
            <w:r w:rsidR="002D4111" w:rsidRPr="00F73DEB">
              <w:rPr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605910DF" w14:textId="08AB7BDD" w:rsidR="0085747A" w:rsidRPr="00F73DEB" w:rsidRDefault="00F739D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m</w:t>
            </w:r>
            <w:r w:rsidR="005F4659" w:rsidRPr="00F73DEB">
              <w:rPr>
                <w:b w:val="0"/>
                <w:smallCaps w:val="0"/>
                <w:szCs w:val="24"/>
              </w:rPr>
              <w:t xml:space="preserve">a pogłębioną wiedzę </w:t>
            </w:r>
            <w:r w:rsidR="00826282" w:rsidRPr="00F73DEB">
              <w:rPr>
                <w:b w:val="0"/>
                <w:smallCaps w:val="0"/>
                <w:szCs w:val="24"/>
              </w:rPr>
              <w:t>odnośnie funkcjonowania mózgu oraz związku między funkcjonowaniem układu nerwowego a procesami poznawczymi. Zna biologiczne mechanizmy zachowania się człowieka</w:t>
            </w:r>
            <w:r w:rsidR="00470C04">
              <w:rPr>
                <w:b w:val="0"/>
                <w:smallCaps w:val="0"/>
                <w:szCs w:val="24"/>
              </w:rPr>
              <w:t>.</w:t>
            </w:r>
            <w:r w:rsidR="00826282" w:rsidRPr="00F73DEB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3E91EF7" w14:textId="77777777" w:rsidR="002D4111" w:rsidRPr="00F73DEB" w:rsidRDefault="005F4659" w:rsidP="002D411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73DEB">
              <w:rPr>
                <w:b w:val="0"/>
                <w:smallCaps w:val="0"/>
                <w:szCs w:val="24"/>
              </w:rPr>
              <w:t>K_W05</w:t>
            </w:r>
          </w:p>
        </w:tc>
      </w:tr>
      <w:tr w:rsidR="00231136" w:rsidRPr="00F73DEB" w14:paraId="6B8DA331" w14:textId="77777777" w:rsidTr="002D4111">
        <w:tc>
          <w:tcPr>
            <w:tcW w:w="1680" w:type="dxa"/>
          </w:tcPr>
          <w:p w14:paraId="4402B547" w14:textId="77777777" w:rsidR="00231136" w:rsidRPr="00F73DEB" w:rsidRDefault="002D411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73DEB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6F13F3B" w14:textId="45CB892D" w:rsidR="00231136" w:rsidRPr="00F73DEB" w:rsidRDefault="00F739DD" w:rsidP="009C54AE">
            <w:pPr>
              <w:pStyle w:val="Punktygwne"/>
              <w:spacing w:before="0" w:after="0"/>
              <w:rPr>
                <w:b w:val="0"/>
                <w:smallCaps w:val="0"/>
                <w:color w:val="FF000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="00826282" w:rsidRPr="00F73DEB">
              <w:rPr>
                <w:b w:val="0"/>
                <w:smallCaps w:val="0"/>
                <w:szCs w:val="24"/>
              </w:rPr>
              <w:t xml:space="preserve">osiada usystematyzowaną </w:t>
            </w:r>
            <w:r w:rsidR="00470C04">
              <w:rPr>
                <w:b w:val="0"/>
                <w:smallCaps w:val="0"/>
                <w:szCs w:val="24"/>
              </w:rPr>
              <w:t xml:space="preserve">i zaawansowaną </w:t>
            </w:r>
            <w:r w:rsidR="00826282" w:rsidRPr="00F73DEB">
              <w:rPr>
                <w:b w:val="0"/>
                <w:smallCaps w:val="0"/>
                <w:szCs w:val="24"/>
              </w:rPr>
              <w:t>wiedzę</w:t>
            </w:r>
            <w:r w:rsidR="00CC5D71" w:rsidRPr="00F73DEB">
              <w:rPr>
                <w:b w:val="0"/>
                <w:smallCaps w:val="0"/>
                <w:szCs w:val="24"/>
              </w:rPr>
              <w:t xml:space="preserve"> odnośnie</w:t>
            </w:r>
            <w:r w:rsidR="00872686" w:rsidRPr="00F73DEB">
              <w:rPr>
                <w:b w:val="0"/>
                <w:smallCaps w:val="0"/>
                <w:szCs w:val="24"/>
              </w:rPr>
              <w:t xml:space="preserve"> neuropsychologii, w tym </w:t>
            </w:r>
            <w:proofErr w:type="spellStart"/>
            <w:r w:rsidR="00872686" w:rsidRPr="00F73DEB">
              <w:rPr>
                <w:b w:val="0"/>
                <w:smallCaps w:val="0"/>
                <w:szCs w:val="24"/>
              </w:rPr>
              <w:t>biopsychospołecznych</w:t>
            </w:r>
            <w:proofErr w:type="spellEnd"/>
            <w:r w:rsidR="00872686" w:rsidRPr="00F73DEB">
              <w:rPr>
                <w:b w:val="0"/>
                <w:smallCaps w:val="0"/>
                <w:szCs w:val="24"/>
              </w:rPr>
              <w:t xml:space="preserve"> przyczyn dysfunkcji układu nerwowego</w:t>
            </w:r>
            <w:r w:rsidR="00CC5D71" w:rsidRPr="00F73DEB">
              <w:rPr>
                <w:b w:val="0"/>
                <w:smallCaps w:val="0"/>
                <w:szCs w:val="24"/>
              </w:rPr>
              <w:t xml:space="preserve">, nieprawidłowości </w:t>
            </w:r>
            <w:proofErr w:type="spellStart"/>
            <w:r w:rsidR="00CC5D71" w:rsidRPr="00F73DEB">
              <w:rPr>
                <w:b w:val="0"/>
                <w:smallCaps w:val="0"/>
                <w:szCs w:val="24"/>
              </w:rPr>
              <w:t>neurorozwojowych</w:t>
            </w:r>
            <w:proofErr w:type="spellEnd"/>
            <w:r w:rsidR="00470C04">
              <w:rPr>
                <w:b w:val="0"/>
                <w:smallCaps w:val="0"/>
                <w:szCs w:val="24"/>
              </w:rPr>
              <w:t xml:space="preserve"> </w:t>
            </w:r>
            <w:r w:rsidR="00B254F7" w:rsidRPr="00F73DEB">
              <w:rPr>
                <w:b w:val="0"/>
                <w:smallCaps w:val="0"/>
                <w:szCs w:val="24"/>
              </w:rPr>
              <w:t>i ich konsekwencji</w:t>
            </w:r>
            <w:r w:rsidR="00872686" w:rsidRPr="00F73DEB">
              <w:rPr>
                <w:b w:val="0"/>
                <w:smallCaps w:val="0"/>
                <w:szCs w:val="24"/>
              </w:rPr>
              <w:t xml:space="preserve"> w funkcjonowaniu psychospołecznym. </w:t>
            </w:r>
          </w:p>
        </w:tc>
        <w:tc>
          <w:tcPr>
            <w:tcW w:w="1865" w:type="dxa"/>
          </w:tcPr>
          <w:p w14:paraId="60139D7D" w14:textId="77777777" w:rsidR="00231136" w:rsidRPr="00F73DEB" w:rsidRDefault="005F465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73DEB">
              <w:rPr>
                <w:b w:val="0"/>
                <w:smallCaps w:val="0"/>
                <w:szCs w:val="24"/>
              </w:rPr>
              <w:t>K_W18</w:t>
            </w:r>
          </w:p>
        </w:tc>
      </w:tr>
      <w:tr w:rsidR="00231136" w:rsidRPr="00F73DEB" w14:paraId="0715C74E" w14:textId="77777777" w:rsidTr="002D4111">
        <w:tc>
          <w:tcPr>
            <w:tcW w:w="1680" w:type="dxa"/>
          </w:tcPr>
          <w:p w14:paraId="33BA8663" w14:textId="77777777" w:rsidR="00231136" w:rsidRPr="00F73DEB" w:rsidRDefault="002D411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73DEB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15C259E9" w14:textId="0DDA49A4" w:rsidR="00231136" w:rsidRPr="00F73DEB" w:rsidRDefault="00470C04" w:rsidP="00087E43">
            <w:pPr>
              <w:pStyle w:val="Punktygwne"/>
              <w:spacing w:before="0" w:after="0"/>
              <w:rPr>
                <w:b w:val="0"/>
                <w:smallCaps w:val="0"/>
                <w:color w:val="FF000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="005F4659" w:rsidRPr="00F73DEB">
              <w:rPr>
                <w:b w:val="0"/>
                <w:smallCaps w:val="0"/>
                <w:szCs w:val="24"/>
              </w:rPr>
              <w:t>otrafi</w:t>
            </w:r>
            <w:r>
              <w:rPr>
                <w:b w:val="0"/>
                <w:smallCaps w:val="0"/>
                <w:szCs w:val="24"/>
              </w:rPr>
              <w:t xml:space="preserve"> samodzielnie </w:t>
            </w:r>
            <w:r w:rsidR="00BA4C49" w:rsidRPr="00F73DEB">
              <w:rPr>
                <w:b w:val="0"/>
                <w:smallCaps w:val="0"/>
                <w:szCs w:val="24"/>
              </w:rPr>
              <w:t>interpretować sposoby komunikowania się jednostek w kontekście uwarunkow</w:t>
            </w:r>
            <w:r w:rsidR="001E4612">
              <w:rPr>
                <w:b w:val="0"/>
                <w:smallCaps w:val="0"/>
                <w:szCs w:val="24"/>
              </w:rPr>
              <w:t xml:space="preserve">ań neurologicznych określonych </w:t>
            </w:r>
            <w:proofErr w:type="spellStart"/>
            <w:r w:rsidR="00BA4C49" w:rsidRPr="00F73DEB">
              <w:rPr>
                <w:b w:val="0"/>
                <w:smallCaps w:val="0"/>
                <w:szCs w:val="24"/>
              </w:rPr>
              <w:t>zachowań</w:t>
            </w:r>
            <w:proofErr w:type="spellEnd"/>
            <w:r w:rsidR="00BA4C49" w:rsidRPr="00F73DEB">
              <w:rPr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14:paraId="5C00003B" w14:textId="4341B24F" w:rsidR="002D4111" w:rsidRPr="00F73DEB" w:rsidRDefault="005F465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73DEB">
              <w:rPr>
                <w:b w:val="0"/>
                <w:smallCaps w:val="0"/>
                <w:szCs w:val="24"/>
              </w:rPr>
              <w:t>K_U</w:t>
            </w:r>
            <w:r w:rsidR="00470C04">
              <w:rPr>
                <w:b w:val="0"/>
                <w:smallCaps w:val="0"/>
                <w:szCs w:val="24"/>
              </w:rPr>
              <w:t>0</w:t>
            </w:r>
            <w:r w:rsidR="00BA4C49" w:rsidRPr="00F73DEB">
              <w:rPr>
                <w:b w:val="0"/>
                <w:smallCaps w:val="0"/>
                <w:szCs w:val="24"/>
              </w:rPr>
              <w:t>2</w:t>
            </w:r>
          </w:p>
        </w:tc>
      </w:tr>
      <w:tr w:rsidR="005F4659" w:rsidRPr="00F73DEB" w14:paraId="1BD48955" w14:textId="77777777" w:rsidTr="002D4111">
        <w:tc>
          <w:tcPr>
            <w:tcW w:w="1680" w:type="dxa"/>
          </w:tcPr>
          <w:p w14:paraId="698BB614" w14:textId="77777777" w:rsidR="005F4659" w:rsidRPr="00F73DEB" w:rsidRDefault="005F465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73DEB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2FD506B1" w14:textId="77777777" w:rsidR="005F4659" w:rsidRPr="00F73DEB" w:rsidRDefault="00F739DD" w:rsidP="00087E43">
            <w:pPr>
              <w:pStyle w:val="Punktygwne"/>
              <w:spacing w:before="0" w:after="0"/>
              <w:rPr>
                <w:b w:val="0"/>
                <w:smallCaps w:val="0"/>
                <w:strike/>
                <w:color w:val="FF0000"/>
                <w:szCs w:val="24"/>
              </w:rPr>
            </w:pPr>
            <w:r>
              <w:rPr>
                <w:b w:val="0"/>
                <w:smallCaps w:val="0"/>
                <w:szCs w:val="24"/>
              </w:rPr>
              <w:t>r</w:t>
            </w:r>
            <w:r w:rsidR="00304621" w:rsidRPr="00F73DEB">
              <w:rPr>
                <w:b w:val="0"/>
                <w:smallCaps w:val="0"/>
                <w:szCs w:val="24"/>
              </w:rPr>
              <w:t>ozwija umiejętności w zakresie oddziaływań psychologicznych sprzyjających tworzeniu więzi w systemach rodzinnych z osobami z chorobami neurologicznymi.</w:t>
            </w:r>
          </w:p>
        </w:tc>
        <w:tc>
          <w:tcPr>
            <w:tcW w:w="1865" w:type="dxa"/>
          </w:tcPr>
          <w:p w14:paraId="1A6E7D95" w14:textId="77777777" w:rsidR="005F4659" w:rsidRPr="00F73DEB" w:rsidRDefault="005F465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73DEB">
              <w:rPr>
                <w:b w:val="0"/>
                <w:smallCaps w:val="0"/>
                <w:szCs w:val="24"/>
              </w:rPr>
              <w:t>K_K0</w:t>
            </w:r>
            <w:r w:rsidR="00DD301F" w:rsidRPr="00F73DEB">
              <w:rPr>
                <w:b w:val="0"/>
                <w:smallCaps w:val="0"/>
                <w:szCs w:val="24"/>
              </w:rPr>
              <w:t>4</w:t>
            </w:r>
          </w:p>
        </w:tc>
      </w:tr>
      <w:tr w:rsidR="00231136" w:rsidRPr="00F73DEB" w14:paraId="46483A02" w14:textId="77777777" w:rsidTr="002D4111">
        <w:tc>
          <w:tcPr>
            <w:tcW w:w="1680" w:type="dxa"/>
          </w:tcPr>
          <w:p w14:paraId="43A5514E" w14:textId="77777777" w:rsidR="00231136" w:rsidRPr="00F73DEB" w:rsidRDefault="00262B9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73DEB">
              <w:rPr>
                <w:b w:val="0"/>
                <w:smallCaps w:val="0"/>
                <w:szCs w:val="24"/>
              </w:rPr>
              <w:t>EK_0</w:t>
            </w:r>
            <w:r w:rsidR="005F4659" w:rsidRPr="00F73DEB">
              <w:rPr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382CE57E" w14:textId="0234DF25" w:rsidR="00231136" w:rsidRPr="00F73DEB" w:rsidRDefault="00470C04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="00DD301F" w:rsidRPr="00F73DEB">
              <w:rPr>
                <w:b w:val="0"/>
                <w:smallCaps w:val="0"/>
                <w:szCs w:val="24"/>
              </w:rPr>
              <w:t>o</w:t>
            </w:r>
            <w:r>
              <w:rPr>
                <w:b w:val="0"/>
                <w:smallCaps w:val="0"/>
                <w:szCs w:val="24"/>
              </w:rPr>
              <w:t>dejmuje inicjatywę</w:t>
            </w:r>
            <w:r w:rsidR="00DD301F" w:rsidRPr="00F73DEB">
              <w:rPr>
                <w:b w:val="0"/>
                <w:smallCaps w:val="0"/>
                <w:szCs w:val="24"/>
              </w:rPr>
              <w:t xml:space="preserve"> w zakresie organizowania grup społecznych i relacji sprzyjających radzeniu sobie z trudnościami osób z dysfunkcjami neurologicznymi.</w:t>
            </w:r>
          </w:p>
        </w:tc>
        <w:tc>
          <w:tcPr>
            <w:tcW w:w="1865" w:type="dxa"/>
          </w:tcPr>
          <w:p w14:paraId="2D6CE98B" w14:textId="77777777" w:rsidR="00231136" w:rsidRPr="00F73DEB" w:rsidRDefault="00262B9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73DEB">
              <w:rPr>
                <w:b w:val="0"/>
                <w:smallCaps w:val="0"/>
                <w:szCs w:val="24"/>
              </w:rPr>
              <w:t>K_K</w:t>
            </w:r>
            <w:r w:rsidR="00DD301F" w:rsidRPr="00F73DEB">
              <w:rPr>
                <w:b w:val="0"/>
                <w:smallCaps w:val="0"/>
                <w:szCs w:val="24"/>
              </w:rPr>
              <w:t>11</w:t>
            </w:r>
          </w:p>
        </w:tc>
      </w:tr>
    </w:tbl>
    <w:p w14:paraId="5BE647A0" w14:textId="77777777" w:rsidR="0085747A" w:rsidRPr="00F73DEB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2C56AA5B" w14:textId="0A47DE0A" w:rsidR="0085747A" w:rsidRPr="00F73DEB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73DEB">
        <w:rPr>
          <w:rFonts w:ascii="Times New Roman" w:hAnsi="Times New Roman"/>
          <w:b/>
          <w:sz w:val="24"/>
          <w:szCs w:val="24"/>
        </w:rPr>
        <w:t>3.3</w:t>
      </w:r>
      <w:r w:rsidR="00470C04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F73DEB">
        <w:rPr>
          <w:rFonts w:ascii="Times New Roman" w:hAnsi="Times New Roman"/>
          <w:b/>
          <w:sz w:val="24"/>
          <w:szCs w:val="24"/>
        </w:rPr>
        <w:t>T</w:t>
      </w:r>
      <w:r w:rsidR="001D7B54" w:rsidRPr="00F73DEB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13D227BF" w14:textId="77777777" w:rsidR="0085747A" w:rsidRPr="00F73DE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73DEB">
        <w:rPr>
          <w:rFonts w:ascii="Times New Roman" w:hAnsi="Times New Roman"/>
          <w:sz w:val="24"/>
          <w:szCs w:val="24"/>
        </w:rPr>
        <w:t xml:space="preserve">Problematyka wykładu </w:t>
      </w:r>
    </w:p>
    <w:p w14:paraId="004B9731" w14:textId="77777777" w:rsidR="00237D56" w:rsidRPr="00F73DEB" w:rsidRDefault="00237D56" w:rsidP="00237D56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6EF3ED3E" w14:textId="77777777" w:rsidR="00675843" w:rsidRPr="00F73DEB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73DEB" w14:paraId="45E44BEA" w14:textId="77777777" w:rsidTr="00C3359A">
        <w:tc>
          <w:tcPr>
            <w:tcW w:w="9520" w:type="dxa"/>
          </w:tcPr>
          <w:p w14:paraId="1EE15771" w14:textId="77777777" w:rsidR="0085747A" w:rsidRPr="00F73DEB" w:rsidRDefault="0085747A" w:rsidP="001E4612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C3359A" w:rsidRPr="00F73DEB" w14:paraId="76FDF1E0" w14:textId="77777777" w:rsidTr="00C3359A">
        <w:tc>
          <w:tcPr>
            <w:tcW w:w="9520" w:type="dxa"/>
          </w:tcPr>
          <w:p w14:paraId="62411CE2" w14:textId="77777777" w:rsidR="00C3359A" w:rsidRPr="00F73DEB" w:rsidRDefault="002515CF" w:rsidP="001E4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>Przedmiot i zadania neuropsychologii</w:t>
            </w:r>
            <w:r w:rsidR="001E46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359A" w:rsidRPr="00F73DEB" w14:paraId="196D61C3" w14:textId="77777777" w:rsidTr="00C3359A">
        <w:tc>
          <w:tcPr>
            <w:tcW w:w="9520" w:type="dxa"/>
          </w:tcPr>
          <w:p w14:paraId="07350E2C" w14:textId="77777777" w:rsidR="00C3359A" w:rsidRPr="00F73DEB" w:rsidRDefault="002515CF" w:rsidP="001E4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>Mózg a umysł</w:t>
            </w:r>
            <w:r w:rsidR="00491580" w:rsidRPr="00F73DE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697D15" w:rsidRPr="00F73DEB">
              <w:rPr>
                <w:rFonts w:ascii="Times New Roman" w:hAnsi="Times New Roman"/>
                <w:sz w:val="24"/>
                <w:szCs w:val="24"/>
              </w:rPr>
              <w:t xml:space="preserve">analiza zależności zachodzących między funkcjonowaniem układu nerwowego a procesami poznawczymi. </w:t>
            </w:r>
            <w:r w:rsidR="004105D5" w:rsidRPr="00F73DEB">
              <w:rPr>
                <w:rFonts w:ascii="Times New Roman" w:hAnsi="Times New Roman"/>
                <w:sz w:val="24"/>
                <w:szCs w:val="24"/>
              </w:rPr>
              <w:t>Interakcje układu nerwowego z innymi systemami biologicznymi</w:t>
            </w:r>
            <w:r w:rsidR="00B901F3" w:rsidRPr="00F73DEB">
              <w:rPr>
                <w:rFonts w:ascii="Times New Roman" w:hAnsi="Times New Roman"/>
                <w:sz w:val="24"/>
                <w:szCs w:val="24"/>
              </w:rPr>
              <w:t>. Mózg a emocje</w:t>
            </w:r>
            <w:r w:rsidR="001E46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359A" w:rsidRPr="00F73DEB" w14:paraId="4BCDD816" w14:textId="77777777" w:rsidTr="00C3359A">
        <w:tc>
          <w:tcPr>
            <w:tcW w:w="9520" w:type="dxa"/>
          </w:tcPr>
          <w:p w14:paraId="144C3D06" w14:textId="77777777" w:rsidR="00C3359A" w:rsidRPr="00F73DEB" w:rsidRDefault="002515CF" w:rsidP="001E4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 xml:space="preserve">Anatomia układu nerwowego. </w:t>
            </w:r>
            <w:r w:rsidR="004105D5" w:rsidRPr="00F73DEB">
              <w:rPr>
                <w:rFonts w:ascii="Times New Roman" w:hAnsi="Times New Roman"/>
                <w:sz w:val="24"/>
                <w:szCs w:val="24"/>
              </w:rPr>
              <w:t xml:space="preserve">Komórki budujące układ nerwowy. Funkcje  istoty szarej i białej. </w:t>
            </w:r>
            <w:r w:rsidRPr="00F73DEB">
              <w:rPr>
                <w:rFonts w:ascii="Times New Roman" w:hAnsi="Times New Roman"/>
                <w:sz w:val="24"/>
                <w:szCs w:val="24"/>
              </w:rPr>
              <w:t>Układ obwodowy i ośrodkowy a funkcjonowanie człowieka</w:t>
            </w:r>
            <w:r w:rsidR="001E46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B4C97" w:rsidRPr="00F73DEB" w14:paraId="791AB782" w14:textId="77777777" w:rsidTr="00C3359A">
        <w:tc>
          <w:tcPr>
            <w:tcW w:w="9520" w:type="dxa"/>
          </w:tcPr>
          <w:p w14:paraId="32E793B8" w14:textId="77777777" w:rsidR="00DB4C97" w:rsidRPr="00F73DEB" w:rsidRDefault="00DB4C97" w:rsidP="001E4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>Anatomia funkcjonalna OUN (rdzeń kręgowy, tyłomózgowie, śródmózgowie, kresomózgowie)</w:t>
            </w:r>
            <w:r w:rsidR="00523A29" w:rsidRPr="00F73DE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23A29" w:rsidRPr="00F73DEB">
              <w:rPr>
                <w:rFonts w:ascii="Times New Roman" w:hAnsi="Times New Roman"/>
                <w:sz w:val="24"/>
                <w:szCs w:val="24"/>
              </w:rPr>
              <w:lastRenderedPageBreak/>
              <w:t>Rola opon i płynu mózgowo-rdzeniowego dla funkcjonowania układu nerwowego. Choroby opon mózgowych, objawy i przyczyny.</w:t>
            </w:r>
          </w:p>
        </w:tc>
      </w:tr>
      <w:tr w:rsidR="00C3359A" w:rsidRPr="00F73DEB" w14:paraId="1D526D8A" w14:textId="77777777" w:rsidTr="00C3359A">
        <w:tc>
          <w:tcPr>
            <w:tcW w:w="9520" w:type="dxa"/>
          </w:tcPr>
          <w:p w14:paraId="10FEE2E0" w14:textId="7510ECF7" w:rsidR="00C3359A" w:rsidRPr="00F73DEB" w:rsidRDefault="004105D5" w:rsidP="001E4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Metody badania struktury i czynności układu nerwowego. Studia przypadków, EEG, metody </w:t>
            </w:r>
            <w:proofErr w:type="spellStart"/>
            <w:r w:rsidRPr="00F73DEB">
              <w:rPr>
                <w:rFonts w:ascii="Times New Roman" w:hAnsi="Times New Roman"/>
                <w:sz w:val="24"/>
                <w:szCs w:val="24"/>
              </w:rPr>
              <w:t>neuroobrazowania</w:t>
            </w:r>
            <w:proofErr w:type="spellEnd"/>
            <w:r w:rsidRPr="00F73DEB">
              <w:rPr>
                <w:rFonts w:ascii="Times New Roman" w:hAnsi="Times New Roman"/>
                <w:sz w:val="24"/>
                <w:szCs w:val="24"/>
              </w:rPr>
              <w:t xml:space="preserve"> (CT,</w:t>
            </w:r>
            <w:r w:rsidR="00470C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3DEB">
              <w:rPr>
                <w:rFonts w:ascii="Times New Roman" w:hAnsi="Times New Roman"/>
                <w:sz w:val="24"/>
                <w:szCs w:val="24"/>
              </w:rPr>
              <w:t>PET,</w:t>
            </w:r>
            <w:r w:rsidR="00470C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3DEB">
              <w:rPr>
                <w:rFonts w:ascii="Times New Roman" w:hAnsi="Times New Roman"/>
                <w:sz w:val="24"/>
                <w:szCs w:val="24"/>
              </w:rPr>
              <w:t>MRI)</w:t>
            </w:r>
            <w:r w:rsidR="0034725D" w:rsidRPr="00F73DEB">
              <w:rPr>
                <w:rFonts w:ascii="Times New Roman" w:hAnsi="Times New Roman"/>
                <w:sz w:val="24"/>
                <w:szCs w:val="24"/>
              </w:rPr>
              <w:t>, testy neuropsychologiczne</w:t>
            </w:r>
            <w:r w:rsidR="001E46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359A" w:rsidRPr="00F73DEB" w14:paraId="20170A9C" w14:textId="77777777" w:rsidTr="00C3359A">
        <w:tc>
          <w:tcPr>
            <w:tcW w:w="9520" w:type="dxa"/>
          </w:tcPr>
          <w:p w14:paraId="7E410984" w14:textId="77777777" w:rsidR="00C3359A" w:rsidRPr="00F73DEB" w:rsidRDefault="00902B66" w:rsidP="001E4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 xml:space="preserve">Zaburzenia rozwoju układu nerwowego od okresu prenatalnego do adolescencji i ich uwarunkowania. </w:t>
            </w:r>
          </w:p>
        </w:tc>
      </w:tr>
    </w:tbl>
    <w:p w14:paraId="2EFECDAD" w14:textId="77777777" w:rsidR="0085747A" w:rsidRPr="00F73DEB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2538DF" w14:textId="77777777" w:rsidR="0009426C" w:rsidRPr="00F73DEB" w:rsidRDefault="0009426C" w:rsidP="0009426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73DEB">
        <w:rPr>
          <w:rFonts w:ascii="Times New Roman" w:hAnsi="Times New Roman"/>
          <w:sz w:val="24"/>
          <w:szCs w:val="24"/>
        </w:rPr>
        <w:t>Problematyka ćwiczeń</w:t>
      </w:r>
    </w:p>
    <w:p w14:paraId="2F038061" w14:textId="77777777" w:rsidR="0085747A" w:rsidRPr="00F73DEB" w:rsidRDefault="0085747A" w:rsidP="009C54AE">
      <w:pPr>
        <w:pStyle w:val="Punktygwne"/>
        <w:spacing w:before="0" w:after="0"/>
        <w:rPr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9426C" w:rsidRPr="00F73DEB" w14:paraId="029885FA" w14:textId="77777777" w:rsidTr="000A2BB1">
        <w:tc>
          <w:tcPr>
            <w:tcW w:w="9520" w:type="dxa"/>
          </w:tcPr>
          <w:p w14:paraId="3460DA03" w14:textId="77777777" w:rsidR="0009426C" w:rsidRPr="00F73DEB" w:rsidRDefault="0009426C" w:rsidP="000942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>Zmiany w układzie nerwowym związane z w</w:t>
            </w:r>
            <w:r w:rsidR="001E4612">
              <w:rPr>
                <w:rFonts w:ascii="Times New Roman" w:hAnsi="Times New Roman"/>
                <w:sz w:val="24"/>
                <w:szCs w:val="24"/>
              </w:rPr>
              <w:t xml:space="preserve">iekiem, procesy </w:t>
            </w:r>
            <w:proofErr w:type="spellStart"/>
            <w:r w:rsidR="001E4612">
              <w:rPr>
                <w:rFonts w:ascii="Times New Roman" w:hAnsi="Times New Roman"/>
                <w:sz w:val="24"/>
                <w:szCs w:val="24"/>
              </w:rPr>
              <w:t>neurodegradacji</w:t>
            </w:r>
            <w:proofErr w:type="spellEnd"/>
            <w:r w:rsidR="001E46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9426C" w:rsidRPr="00F73DEB" w14:paraId="4CB2CD77" w14:textId="77777777" w:rsidTr="000A2BB1">
        <w:tc>
          <w:tcPr>
            <w:tcW w:w="9520" w:type="dxa"/>
          </w:tcPr>
          <w:p w14:paraId="305875FA" w14:textId="77777777" w:rsidR="0009426C" w:rsidRPr="00F73DEB" w:rsidRDefault="0009426C" w:rsidP="000942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>Zmiany w funkcjonowaniu w wyniku urazów i dysfunkcji mózgu. Zaburzenia osobowości a mózg (studia przypadków)</w:t>
            </w:r>
            <w:r w:rsidR="001E46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9426C" w:rsidRPr="00F73DEB" w14:paraId="31273DFC" w14:textId="77777777" w:rsidTr="000A2BB1">
        <w:tc>
          <w:tcPr>
            <w:tcW w:w="9520" w:type="dxa"/>
          </w:tcPr>
          <w:p w14:paraId="02813051" w14:textId="77777777" w:rsidR="0009426C" w:rsidRPr="00F73DEB" w:rsidRDefault="0009426C" w:rsidP="000942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 xml:space="preserve">Mózg a zaburzenia percepcji wzrokowej, słuchowej i równowagi, czucia i bólu, smaku i węchu. Analiza wybranych zaburzeń neuropsychologicznych: agnozja, apraksja, afazja, dyskalkulia, dysleksja, dysgrafia, aleksja, afazja, dysartria, amnezja, </w:t>
            </w:r>
            <w:proofErr w:type="spellStart"/>
            <w:r w:rsidRPr="00F73DEB">
              <w:rPr>
                <w:rFonts w:ascii="Times New Roman" w:hAnsi="Times New Roman"/>
                <w:sz w:val="24"/>
                <w:szCs w:val="24"/>
              </w:rPr>
              <w:t>aleksytymia</w:t>
            </w:r>
            <w:proofErr w:type="spellEnd"/>
            <w:r w:rsidRPr="00F73DEB">
              <w:rPr>
                <w:rFonts w:ascii="Times New Roman" w:hAnsi="Times New Roman"/>
                <w:sz w:val="24"/>
                <w:szCs w:val="24"/>
              </w:rPr>
              <w:t xml:space="preserve"> itd. </w:t>
            </w:r>
          </w:p>
        </w:tc>
      </w:tr>
      <w:tr w:rsidR="0009426C" w:rsidRPr="00F73DEB" w14:paraId="13A1A143" w14:textId="77777777" w:rsidTr="000A2BB1">
        <w:tc>
          <w:tcPr>
            <w:tcW w:w="9520" w:type="dxa"/>
          </w:tcPr>
          <w:p w14:paraId="4981CCFB" w14:textId="77777777" w:rsidR="0009426C" w:rsidRPr="00F73DEB" w:rsidRDefault="0009426C" w:rsidP="000942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>Wybrane choroby układu nerwowego, m.in.: stwardnienie rozsiane, parkinsonizm, udar niedokrwienny, epilepsja</w:t>
            </w:r>
            <w:r w:rsidR="001E46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9426C" w:rsidRPr="00F73DEB" w14:paraId="30F901D0" w14:textId="77777777" w:rsidTr="000A2BB1">
        <w:tc>
          <w:tcPr>
            <w:tcW w:w="9520" w:type="dxa"/>
          </w:tcPr>
          <w:p w14:paraId="3AB44648" w14:textId="77777777" w:rsidR="0009426C" w:rsidRPr="00F73DEB" w:rsidRDefault="0009426C" w:rsidP="000942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>Wybrane metody i zasady terapii i rehabilitacji w neuropsychologii</w:t>
            </w:r>
            <w:r w:rsidR="001E46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5BC7513E" w14:textId="77777777" w:rsidR="0009426C" w:rsidRPr="00F73DEB" w:rsidRDefault="0009426C" w:rsidP="009C54AE">
      <w:pPr>
        <w:pStyle w:val="Punktygwne"/>
        <w:spacing w:before="0" w:after="0"/>
        <w:rPr>
          <w:b w:val="0"/>
          <w:szCs w:val="24"/>
        </w:rPr>
      </w:pPr>
    </w:p>
    <w:p w14:paraId="088498B6" w14:textId="77777777" w:rsidR="0009426C" w:rsidRPr="00F73DEB" w:rsidRDefault="0009426C" w:rsidP="009C54AE">
      <w:pPr>
        <w:pStyle w:val="Punktygwne"/>
        <w:spacing w:before="0" w:after="0"/>
        <w:rPr>
          <w:b w:val="0"/>
          <w:szCs w:val="24"/>
        </w:rPr>
      </w:pPr>
    </w:p>
    <w:p w14:paraId="61E321C8" w14:textId="77777777" w:rsidR="00E21E7D" w:rsidRPr="001E4612" w:rsidRDefault="009F4610" w:rsidP="001E4612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F73DEB">
        <w:rPr>
          <w:smallCaps w:val="0"/>
          <w:szCs w:val="24"/>
        </w:rPr>
        <w:t>3.4 Metody dydaktyczne</w:t>
      </w:r>
    </w:p>
    <w:p w14:paraId="6193E12D" w14:textId="77777777" w:rsidR="00C3359A" w:rsidRPr="001E4612" w:rsidRDefault="00C3359A" w:rsidP="001E4612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1E4612">
        <w:rPr>
          <w:b w:val="0"/>
          <w:smallCaps w:val="0"/>
          <w:szCs w:val="24"/>
        </w:rPr>
        <w:t>Wykład: wykład problemowy, wykład z prezentacją multimedialną.</w:t>
      </w:r>
    </w:p>
    <w:p w14:paraId="01326E4B" w14:textId="77777777" w:rsidR="0085747A" w:rsidRPr="001E4612" w:rsidRDefault="00C3359A" w:rsidP="00C3359A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1E4612">
        <w:rPr>
          <w:b w:val="0"/>
          <w:smallCaps w:val="0"/>
          <w:szCs w:val="24"/>
        </w:rPr>
        <w:t>Ćwiczenia: analiza tekstów z dyskusją, praca w grupach (studium przypadku, dyskusja, burza mózgów).</w:t>
      </w:r>
    </w:p>
    <w:p w14:paraId="06BDD8CA" w14:textId="77777777" w:rsidR="00C3359A" w:rsidRPr="00F73DEB" w:rsidRDefault="00C3359A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C3270EF" w14:textId="77777777" w:rsidR="0085747A" w:rsidRPr="00F73DEB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F73DEB">
        <w:rPr>
          <w:smallCaps w:val="0"/>
          <w:szCs w:val="24"/>
        </w:rPr>
        <w:t xml:space="preserve">4. </w:t>
      </w:r>
      <w:r w:rsidR="0085747A" w:rsidRPr="00F73DEB">
        <w:rPr>
          <w:smallCaps w:val="0"/>
          <w:szCs w:val="24"/>
        </w:rPr>
        <w:t>METODY I KRYTERIA OCENY</w:t>
      </w:r>
    </w:p>
    <w:p w14:paraId="762364F7" w14:textId="77777777" w:rsidR="00923D7D" w:rsidRPr="00F73DEB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6E53BAF" w14:textId="77777777" w:rsidR="0085747A" w:rsidRPr="00F73DEB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73DEB">
        <w:rPr>
          <w:smallCaps w:val="0"/>
          <w:szCs w:val="24"/>
        </w:rPr>
        <w:t xml:space="preserve">4.1 Sposoby weryfikacji efektów </w:t>
      </w:r>
      <w:r w:rsidR="00C05F44" w:rsidRPr="00F73DEB">
        <w:rPr>
          <w:smallCaps w:val="0"/>
          <w:szCs w:val="24"/>
        </w:rPr>
        <w:t>uczenia się</w:t>
      </w:r>
    </w:p>
    <w:p w14:paraId="632F8E66" w14:textId="77777777" w:rsidR="0085747A" w:rsidRPr="00F73DE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F73DEB" w14:paraId="1B76FD50" w14:textId="77777777" w:rsidTr="00C05F44">
        <w:tc>
          <w:tcPr>
            <w:tcW w:w="1985" w:type="dxa"/>
            <w:vAlign w:val="center"/>
          </w:tcPr>
          <w:p w14:paraId="3276D97D" w14:textId="77777777" w:rsidR="0085747A" w:rsidRPr="00F73DEB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73DEB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82629C" w14:textId="77777777" w:rsidR="0085747A" w:rsidRPr="00F73DEB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73DEB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73DEB">
              <w:rPr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90DB81C" w14:textId="77777777" w:rsidR="0085747A" w:rsidRPr="00F73DEB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73DEB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F73DEB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5D0847" w14:textId="77777777" w:rsidR="00923D7D" w:rsidRPr="00F73DE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73DEB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62135A2B" w14:textId="77777777" w:rsidR="0085747A" w:rsidRPr="00F73DE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73DEB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73DEB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F73DEB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85747A" w:rsidRPr="00F73DEB" w14:paraId="58F2074B" w14:textId="77777777" w:rsidTr="00C05F44">
        <w:tc>
          <w:tcPr>
            <w:tcW w:w="1985" w:type="dxa"/>
          </w:tcPr>
          <w:p w14:paraId="3EE0A9CC" w14:textId="77777777" w:rsidR="0085747A" w:rsidRPr="00F73DEB" w:rsidRDefault="00F739DD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1E4612">
              <w:rPr>
                <w:b w:val="0"/>
                <w:szCs w:val="24"/>
              </w:rPr>
              <w:t>_</w:t>
            </w:r>
            <w:r w:rsidR="0085747A" w:rsidRPr="00F73DEB">
              <w:rPr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BDED8BE" w14:textId="77777777" w:rsidR="0085747A" w:rsidRPr="00CE0159" w:rsidRDefault="00CE0159" w:rsidP="00CE0159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3275BB" w:rsidRPr="00CE0159">
              <w:rPr>
                <w:rFonts w:ascii="Times New Roman" w:hAnsi="Times New Roman"/>
                <w:sz w:val="24"/>
                <w:szCs w:val="24"/>
              </w:rPr>
              <w:t>olokwium</w:t>
            </w:r>
          </w:p>
        </w:tc>
        <w:tc>
          <w:tcPr>
            <w:tcW w:w="2126" w:type="dxa"/>
          </w:tcPr>
          <w:p w14:paraId="3F2DBE80" w14:textId="77777777" w:rsidR="0085747A" w:rsidRPr="00F73DEB" w:rsidRDefault="00087E43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F73DEB">
              <w:rPr>
                <w:b w:val="0"/>
                <w:szCs w:val="24"/>
              </w:rPr>
              <w:t>w</w:t>
            </w:r>
          </w:p>
        </w:tc>
      </w:tr>
      <w:tr w:rsidR="0085747A" w:rsidRPr="00F73DEB" w14:paraId="5107F00A" w14:textId="77777777" w:rsidTr="00C05F44">
        <w:tc>
          <w:tcPr>
            <w:tcW w:w="1985" w:type="dxa"/>
          </w:tcPr>
          <w:p w14:paraId="580EBD6F" w14:textId="77777777" w:rsidR="0085747A" w:rsidRPr="00F73DEB" w:rsidRDefault="00F739DD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1E4612">
              <w:rPr>
                <w:b w:val="0"/>
                <w:szCs w:val="24"/>
              </w:rPr>
              <w:t>_</w:t>
            </w:r>
            <w:r w:rsidR="0085747A" w:rsidRPr="00F73DEB">
              <w:rPr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48862876" w14:textId="77777777" w:rsidR="0085747A" w:rsidRPr="00CE0159" w:rsidRDefault="003275BB" w:rsidP="00CE0159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CE0159">
              <w:rPr>
                <w:rFonts w:ascii="Times New Roman" w:hAnsi="Times New Roman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5DCB083D" w14:textId="77777777" w:rsidR="0085747A" w:rsidRPr="00F73DEB" w:rsidRDefault="00087E43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F73DEB">
              <w:rPr>
                <w:b w:val="0"/>
                <w:szCs w:val="24"/>
              </w:rPr>
              <w:t>w</w:t>
            </w:r>
          </w:p>
        </w:tc>
      </w:tr>
      <w:tr w:rsidR="00A319E0" w:rsidRPr="00F73DEB" w14:paraId="2D81D025" w14:textId="77777777" w:rsidTr="00C05F44">
        <w:tc>
          <w:tcPr>
            <w:tcW w:w="1985" w:type="dxa"/>
          </w:tcPr>
          <w:p w14:paraId="38908E58" w14:textId="77777777" w:rsidR="00A319E0" w:rsidRPr="00F73DEB" w:rsidRDefault="00A319E0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F73DEB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CB1903A" w14:textId="760C2B07" w:rsidR="00A319E0" w:rsidRPr="00CE0159" w:rsidRDefault="00CE0159" w:rsidP="00CE0159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3275BB" w:rsidRPr="00CE0159">
              <w:rPr>
                <w:rFonts w:ascii="Times New Roman" w:hAnsi="Times New Roman"/>
                <w:sz w:val="24"/>
                <w:szCs w:val="24"/>
              </w:rPr>
              <w:t>olokwium</w:t>
            </w:r>
            <w:r w:rsidR="00697D15" w:rsidRPr="00CE0159">
              <w:rPr>
                <w:rFonts w:ascii="Times New Roman" w:hAnsi="Times New Roman"/>
                <w:sz w:val="24"/>
                <w:szCs w:val="24"/>
              </w:rPr>
              <w:t>, wypowiedzi podczas zajęć</w:t>
            </w:r>
            <w:r w:rsidR="004C4841">
              <w:rPr>
                <w:rFonts w:ascii="Times New Roman" w:hAnsi="Times New Roman"/>
                <w:sz w:val="24"/>
                <w:szCs w:val="24"/>
              </w:rPr>
              <w:t>, praca projektowa: „skonstruowanie wywiadu skierowanego osoby z zaburzeniami neurologicznymi”</w:t>
            </w:r>
          </w:p>
        </w:tc>
        <w:tc>
          <w:tcPr>
            <w:tcW w:w="2126" w:type="dxa"/>
          </w:tcPr>
          <w:p w14:paraId="62F6B4C5" w14:textId="77777777" w:rsidR="00A319E0" w:rsidRPr="00F73DEB" w:rsidRDefault="00697D15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F73DEB">
              <w:rPr>
                <w:b w:val="0"/>
                <w:szCs w:val="24"/>
              </w:rPr>
              <w:t>w</w:t>
            </w:r>
          </w:p>
        </w:tc>
      </w:tr>
      <w:tr w:rsidR="00087E43" w:rsidRPr="00F73DEB" w14:paraId="44B2B37C" w14:textId="77777777" w:rsidTr="00C05F44">
        <w:tc>
          <w:tcPr>
            <w:tcW w:w="1985" w:type="dxa"/>
          </w:tcPr>
          <w:p w14:paraId="681AE877" w14:textId="77777777" w:rsidR="00087E43" w:rsidRPr="00F73DEB" w:rsidRDefault="00087E43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F73DEB">
              <w:rPr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B5512F1" w14:textId="77777777" w:rsidR="00087E43" w:rsidRPr="00CE0159" w:rsidRDefault="00697D15" w:rsidP="00CE0159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CE0159">
              <w:rPr>
                <w:rFonts w:ascii="Times New Roman" w:hAnsi="Times New Roman"/>
                <w:sz w:val="24"/>
                <w:szCs w:val="24"/>
              </w:rPr>
              <w:t>wypowiedzi podczas zajęć</w:t>
            </w:r>
          </w:p>
        </w:tc>
        <w:tc>
          <w:tcPr>
            <w:tcW w:w="2126" w:type="dxa"/>
          </w:tcPr>
          <w:p w14:paraId="39C48F1A" w14:textId="77777777" w:rsidR="00087E43" w:rsidRPr="00F73DEB" w:rsidRDefault="00697D15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F73DEB">
              <w:rPr>
                <w:b w:val="0"/>
                <w:szCs w:val="24"/>
              </w:rPr>
              <w:t>w</w:t>
            </w:r>
          </w:p>
        </w:tc>
      </w:tr>
      <w:tr w:rsidR="00697D15" w:rsidRPr="00F73DEB" w14:paraId="4BA0B133" w14:textId="77777777" w:rsidTr="00C05F44">
        <w:tc>
          <w:tcPr>
            <w:tcW w:w="1985" w:type="dxa"/>
          </w:tcPr>
          <w:p w14:paraId="169C6A20" w14:textId="77777777" w:rsidR="00697D15" w:rsidRPr="00F73DEB" w:rsidRDefault="00697D15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F73DEB">
              <w:rPr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9A00B72" w14:textId="41BBCF27" w:rsidR="00697D15" w:rsidRPr="00CE0159" w:rsidRDefault="00697D15" w:rsidP="00CE0159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CE0159">
              <w:rPr>
                <w:rFonts w:ascii="Times New Roman" w:hAnsi="Times New Roman"/>
                <w:sz w:val="24"/>
                <w:szCs w:val="24"/>
              </w:rPr>
              <w:t>obserwacja podczas zajęć</w:t>
            </w:r>
            <w:r w:rsidR="000419FB">
              <w:rPr>
                <w:rFonts w:ascii="Times New Roman" w:hAnsi="Times New Roman"/>
                <w:sz w:val="24"/>
                <w:szCs w:val="24"/>
              </w:rPr>
              <w:t>, praca projektowa</w:t>
            </w:r>
            <w:r w:rsidR="00610E6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610E68">
              <w:rPr>
                <w:rFonts w:ascii="Times New Roman" w:hAnsi="Times New Roman"/>
                <w:sz w:val="24"/>
                <w:szCs w:val="24"/>
              </w:rPr>
              <w:t>j.w</w:t>
            </w:r>
            <w:proofErr w:type="spellEnd"/>
            <w:r w:rsidR="00610E68">
              <w:rPr>
                <w:rFonts w:ascii="Times New Roman" w:hAnsi="Times New Roman"/>
                <w:sz w:val="24"/>
                <w:szCs w:val="24"/>
              </w:rPr>
              <w:t>.)</w:t>
            </w:r>
            <w:r w:rsidR="004C4841">
              <w:rPr>
                <w:rFonts w:ascii="Times New Roman" w:hAnsi="Times New Roman"/>
                <w:sz w:val="24"/>
                <w:szCs w:val="24"/>
              </w:rPr>
              <w:t>:</w:t>
            </w:r>
            <w:r w:rsidR="000419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5BE3C245" w14:textId="77777777" w:rsidR="00697D15" w:rsidRPr="00F73DEB" w:rsidRDefault="00697D15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F73DEB">
              <w:rPr>
                <w:b w:val="0"/>
                <w:szCs w:val="24"/>
              </w:rPr>
              <w:t>w</w:t>
            </w:r>
          </w:p>
        </w:tc>
      </w:tr>
    </w:tbl>
    <w:p w14:paraId="6EBACD16" w14:textId="77777777" w:rsidR="00923D7D" w:rsidRPr="00F73DEB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F5AC3D9" w14:textId="77777777" w:rsidR="0085747A" w:rsidRPr="00F73DEB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73DEB">
        <w:rPr>
          <w:smallCaps w:val="0"/>
          <w:szCs w:val="24"/>
        </w:rPr>
        <w:t xml:space="preserve">4.2 </w:t>
      </w:r>
      <w:r w:rsidR="0085747A" w:rsidRPr="00F73DEB">
        <w:rPr>
          <w:smallCaps w:val="0"/>
          <w:szCs w:val="24"/>
        </w:rPr>
        <w:t>Warunki zaliczenia przedmiotu (kryteria oceniania)</w:t>
      </w:r>
    </w:p>
    <w:p w14:paraId="2818233E" w14:textId="77777777" w:rsidR="00923D7D" w:rsidRPr="00F73DEB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73DEB" w14:paraId="0801EC74" w14:textId="77777777" w:rsidTr="00923D7D">
        <w:tc>
          <w:tcPr>
            <w:tcW w:w="9670" w:type="dxa"/>
          </w:tcPr>
          <w:p w14:paraId="410CB8F8" w14:textId="6533619A" w:rsidR="0085747A" w:rsidRDefault="00085BB0" w:rsidP="000419FB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Zaliczenie w</w:t>
            </w:r>
            <w:r w:rsidR="00E55D0C" w:rsidRPr="00F73DEB">
              <w:rPr>
                <w:b w:val="0"/>
                <w:smallCaps w:val="0"/>
                <w:szCs w:val="24"/>
              </w:rPr>
              <w:t>ykład</w:t>
            </w:r>
            <w:r>
              <w:rPr>
                <w:b w:val="0"/>
                <w:smallCaps w:val="0"/>
                <w:szCs w:val="24"/>
              </w:rPr>
              <w:t>u</w:t>
            </w:r>
            <w:r w:rsidR="00E55D0C" w:rsidRPr="00F73DEB">
              <w:rPr>
                <w:b w:val="0"/>
                <w:smallCaps w:val="0"/>
                <w:szCs w:val="24"/>
              </w:rPr>
              <w:t xml:space="preserve">: </w:t>
            </w:r>
            <w:r>
              <w:rPr>
                <w:b w:val="0"/>
                <w:smallCaps w:val="0"/>
                <w:szCs w:val="24"/>
              </w:rPr>
              <w:t xml:space="preserve">obecność na zajęciach i </w:t>
            </w:r>
            <w:r w:rsidR="00881768">
              <w:rPr>
                <w:b w:val="0"/>
                <w:smallCaps w:val="0"/>
                <w:szCs w:val="24"/>
              </w:rPr>
              <w:t xml:space="preserve">zaliczenie </w:t>
            </w:r>
            <w:r>
              <w:rPr>
                <w:b w:val="0"/>
                <w:smallCaps w:val="0"/>
                <w:szCs w:val="24"/>
              </w:rPr>
              <w:t xml:space="preserve">na ocenę pozytywną z ćwiczeń </w:t>
            </w:r>
          </w:p>
          <w:p w14:paraId="7D8151FD" w14:textId="794EB153" w:rsidR="000419FB" w:rsidRPr="000419FB" w:rsidRDefault="000419FB" w:rsidP="000419FB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Zaliczenie pracy projektowej nt. </w:t>
            </w:r>
            <w:r w:rsidR="00050977">
              <w:rPr>
                <w:b w:val="0"/>
                <w:smallCaps w:val="0"/>
                <w:szCs w:val="24"/>
              </w:rPr>
              <w:t>„</w:t>
            </w:r>
            <w:r>
              <w:rPr>
                <w:b w:val="0"/>
                <w:smallCaps w:val="0"/>
                <w:szCs w:val="24"/>
              </w:rPr>
              <w:t>skonstruowanie wywiadu dla osoby z zaburzeniami neurologicznymi</w:t>
            </w:r>
            <w:r w:rsidR="00050977">
              <w:rPr>
                <w:b w:val="0"/>
                <w:smallCaps w:val="0"/>
                <w:szCs w:val="24"/>
              </w:rPr>
              <w:t>”</w:t>
            </w:r>
          </w:p>
          <w:p w14:paraId="2020EBD2" w14:textId="675129AE" w:rsidR="00085BB0" w:rsidRPr="000419FB" w:rsidRDefault="00085BB0" w:rsidP="00085BB0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0419FB">
              <w:rPr>
                <w:b w:val="0"/>
                <w:smallCaps w:val="0"/>
                <w:szCs w:val="24"/>
              </w:rPr>
              <w:t>Zaliczenie ćwiczeń - kolokwium pisemne w formie testu (poprawne odpowiedzi na minimum 60% pytań testowych).</w:t>
            </w:r>
          </w:p>
          <w:p w14:paraId="2A039615" w14:textId="2C1F2750" w:rsidR="00085BB0" w:rsidRDefault="006E7B0A" w:rsidP="00085BB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</w:t>
            </w:r>
            <w:r w:rsidR="00085BB0">
              <w:rPr>
                <w:b w:val="0"/>
                <w:smallCaps w:val="0"/>
                <w:szCs w:val="24"/>
              </w:rPr>
              <w:t>cena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="00085BB0"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="00085BB0"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66A15F58" w14:textId="77777777" w:rsidR="00085BB0" w:rsidRDefault="00085BB0" w:rsidP="00085BB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57D3AA41" w14:textId="77777777" w:rsidR="00085BB0" w:rsidRDefault="00085BB0" w:rsidP="00085BB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6E37600B" w14:textId="77777777" w:rsidR="00085BB0" w:rsidRDefault="00085BB0" w:rsidP="00085BB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lastRenderedPageBreak/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5D6C7D6E" w14:textId="77777777" w:rsidR="00085BB0" w:rsidRDefault="00085BB0" w:rsidP="00085BB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2614D37B" w14:textId="77777777" w:rsidR="00085BB0" w:rsidRPr="00F73DEB" w:rsidRDefault="00085BB0" w:rsidP="00085BB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</w:tc>
      </w:tr>
    </w:tbl>
    <w:p w14:paraId="4CD8DEA7" w14:textId="77777777" w:rsidR="0085747A" w:rsidRPr="00F73DE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6E29592" w14:textId="77777777" w:rsidR="006E7840" w:rsidRDefault="006E7840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2D90C0E8" w14:textId="77777777" w:rsidR="009F4610" w:rsidRPr="00F73DEB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73DEB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F73DEB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4546F8" w14:textId="77777777" w:rsidR="0085747A" w:rsidRPr="00F73DEB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73DEB" w14:paraId="4E807B8D" w14:textId="77777777" w:rsidTr="003E1941">
        <w:tc>
          <w:tcPr>
            <w:tcW w:w="4962" w:type="dxa"/>
            <w:vAlign w:val="center"/>
          </w:tcPr>
          <w:p w14:paraId="6DC064E5" w14:textId="77777777" w:rsidR="0085747A" w:rsidRPr="00F73DE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3DEB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F73DEB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F73DEB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EB8601" w14:textId="77777777" w:rsidR="0085747A" w:rsidRPr="00F73DE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73DEB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F73DEB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Pr="00F73DEB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73DEB" w14:paraId="3621798C" w14:textId="77777777" w:rsidTr="00923D7D">
        <w:tc>
          <w:tcPr>
            <w:tcW w:w="4962" w:type="dxa"/>
          </w:tcPr>
          <w:p w14:paraId="3210A9FD" w14:textId="255FC10F" w:rsidR="0085747A" w:rsidRPr="00F73DEB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F73DEB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F73DEB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F73DEB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F73DEB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F73DEB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F73DEB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F73DEB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470C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3DEB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56199D" w14:textId="77777777" w:rsidR="0085747A" w:rsidRPr="00F73DEB" w:rsidRDefault="0034168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61DC5" w:rsidRPr="00F73DEB" w14:paraId="66BC43AA" w14:textId="77777777" w:rsidTr="00923D7D">
        <w:tc>
          <w:tcPr>
            <w:tcW w:w="4962" w:type="dxa"/>
          </w:tcPr>
          <w:p w14:paraId="3D40BDB6" w14:textId="77777777" w:rsidR="00C61DC5" w:rsidRPr="00F73DEB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F73DEB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77BABE63" w14:textId="77777777" w:rsidR="00C61DC5" w:rsidRPr="00F73DEB" w:rsidRDefault="00DE7D1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>-</w:t>
            </w:r>
            <w:r w:rsidR="00C61DC5" w:rsidRPr="00F73DEB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5226E2E9" w14:textId="77777777" w:rsidR="00C61DC5" w:rsidRPr="00F73DEB" w:rsidRDefault="00DE30CA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8DBE3BB" w14:textId="77777777" w:rsidR="00DE7D18" w:rsidRPr="00F73DEB" w:rsidRDefault="00DE7D18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DC5" w:rsidRPr="00F73DEB" w14:paraId="19035A8C" w14:textId="77777777" w:rsidTr="00923D7D">
        <w:tc>
          <w:tcPr>
            <w:tcW w:w="4962" w:type="dxa"/>
          </w:tcPr>
          <w:p w14:paraId="5F7CBC94" w14:textId="77777777" w:rsidR="00891F94" w:rsidRPr="00F73DEB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F73DEB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F73DEB">
              <w:rPr>
                <w:rFonts w:ascii="Times New Roman" w:hAnsi="Times New Roman"/>
                <w:sz w:val="24"/>
                <w:szCs w:val="24"/>
              </w:rPr>
              <w:t xml:space="preserve"> – praca własna studenta: </w:t>
            </w:r>
          </w:p>
          <w:p w14:paraId="4F5B6237" w14:textId="77777777" w:rsidR="00891F94" w:rsidRPr="00F73DEB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30CA" w:rsidRPr="00F73DEB">
              <w:rPr>
                <w:rFonts w:ascii="Times New Roman" w:hAnsi="Times New Roman"/>
                <w:sz w:val="24"/>
                <w:szCs w:val="24"/>
              </w:rPr>
              <w:t>studiowanie literatury</w:t>
            </w:r>
          </w:p>
          <w:p w14:paraId="7FD3B9C2" w14:textId="77777777" w:rsidR="003118C2" w:rsidRPr="00F73DEB" w:rsidRDefault="003118C2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>-przygotowanie do zajęć</w:t>
            </w:r>
          </w:p>
          <w:p w14:paraId="1D6600BA" w14:textId="77777777" w:rsidR="00891F94" w:rsidRDefault="00891F94" w:rsidP="003416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 xml:space="preserve">- przygotowanie do </w:t>
            </w:r>
            <w:r w:rsidR="003118C2" w:rsidRPr="00F73DEB"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788A4940" w14:textId="19800549" w:rsidR="00050977" w:rsidRPr="00F73DEB" w:rsidRDefault="00050977" w:rsidP="003416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-przygotowanie pracy projektowej: „Skonstruowanie wywiadu skierowanego do osoby z zaburzeniami neurologicznymi”</w:t>
            </w:r>
          </w:p>
        </w:tc>
        <w:tc>
          <w:tcPr>
            <w:tcW w:w="4677" w:type="dxa"/>
          </w:tcPr>
          <w:p w14:paraId="6C290D2A" w14:textId="77777777" w:rsidR="00C61DC5" w:rsidRPr="00F73DEB" w:rsidRDefault="00C61DC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EAFA44" w14:textId="77777777" w:rsidR="00891F94" w:rsidRPr="00F73DEB" w:rsidRDefault="00891F9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A900634" w14:textId="77777777" w:rsidR="00891F94" w:rsidRPr="00F73DEB" w:rsidRDefault="003118C2" w:rsidP="00891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24ACA56" w14:textId="77777777" w:rsidR="003118C2" w:rsidRPr="00F73DEB" w:rsidRDefault="003118C2" w:rsidP="00891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A413017" w14:textId="4F2E8B00" w:rsidR="00891F94" w:rsidRDefault="00870629" w:rsidP="00891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68B0702" w14:textId="6E98A80C" w:rsidR="00870629" w:rsidRPr="00F73DEB" w:rsidRDefault="00870629" w:rsidP="00891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1DEBCF2" w14:textId="77777777" w:rsidR="00891F94" w:rsidRPr="00F73DEB" w:rsidRDefault="00891F94" w:rsidP="003416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47A" w:rsidRPr="00F73DEB" w14:paraId="166C7B36" w14:textId="77777777" w:rsidTr="00923D7D">
        <w:tc>
          <w:tcPr>
            <w:tcW w:w="4962" w:type="dxa"/>
          </w:tcPr>
          <w:p w14:paraId="30B55D0A" w14:textId="77777777" w:rsidR="0085747A" w:rsidRPr="00F73DEB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8BF1A9B" w14:textId="77777777" w:rsidR="0085747A" w:rsidRPr="00F73DEB" w:rsidRDefault="00DE30CA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DEB">
              <w:rPr>
                <w:rFonts w:ascii="Times New Roman" w:hAnsi="Times New Roman"/>
                <w:sz w:val="24"/>
                <w:szCs w:val="24"/>
              </w:rPr>
              <w:t>5</w:t>
            </w:r>
            <w:r w:rsidR="00341685" w:rsidRPr="00F73DE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5747A" w:rsidRPr="00F73DEB" w14:paraId="06E5CCBE" w14:textId="77777777" w:rsidTr="00923D7D">
        <w:tc>
          <w:tcPr>
            <w:tcW w:w="4962" w:type="dxa"/>
          </w:tcPr>
          <w:p w14:paraId="5ABF845B" w14:textId="77777777" w:rsidR="0085747A" w:rsidRPr="00F73DEB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73DEB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458AAD" w14:textId="77777777" w:rsidR="0085747A" w:rsidRPr="001E4612" w:rsidRDefault="0034168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6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38EC49DA" w14:textId="77777777" w:rsidR="0085747A" w:rsidRPr="00F73DEB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F73DEB">
        <w:rPr>
          <w:b w:val="0"/>
          <w:i/>
          <w:smallCaps w:val="0"/>
          <w:szCs w:val="24"/>
        </w:rPr>
        <w:t xml:space="preserve">* </w:t>
      </w:r>
      <w:r w:rsidR="00C61DC5" w:rsidRPr="00F73DEB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D9F438" w14:textId="77777777" w:rsidR="003E1941" w:rsidRPr="00F73DEB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37AF690" w14:textId="77777777" w:rsidR="0085747A" w:rsidRPr="00F73DEB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F73DEB">
        <w:rPr>
          <w:smallCaps w:val="0"/>
          <w:szCs w:val="24"/>
        </w:rPr>
        <w:t xml:space="preserve">6. </w:t>
      </w:r>
      <w:r w:rsidR="0085747A" w:rsidRPr="00F73DEB">
        <w:rPr>
          <w:smallCaps w:val="0"/>
          <w:szCs w:val="24"/>
        </w:rPr>
        <w:t>PRAKTYKI ZAWO</w:t>
      </w:r>
      <w:r w:rsidR="009C1331" w:rsidRPr="00F73DEB">
        <w:rPr>
          <w:smallCaps w:val="0"/>
          <w:szCs w:val="24"/>
        </w:rPr>
        <w:t>DOWE W RAMACH PRZEDMIOTU</w:t>
      </w:r>
    </w:p>
    <w:p w14:paraId="2F51D392" w14:textId="77777777" w:rsidR="0085747A" w:rsidRPr="00F73DEB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73DEB" w14:paraId="08ECB470" w14:textId="77777777" w:rsidTr="0071620A">
        <w:trPr>
          <w:trHeight w:val="397"/>
        </w:trPr>
        <w:tc>
          <w:tcPr>
            <w:tcW w:w="3544" w:type="dxa"/>
          </w:tcPr>
          <w:p w14:paraId="712E5909" w14:textId="77777777" w:rsidR="0085747A" w:rsidRPr="00F73DE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73DEB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A1A95AC" w14:textId="77777777" w:rsidR="0085747A" w:rsidRPr="00F73DEB" w:rsidRDefault="001E4612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73DEB" w14:paraId="7DF8F76B" w14:textId="77777777" w:rsidTr="0071620A">
        <w:trPr>
          <w:trHeight w:val="397"/>
        </w:trPr>
        <w:tc>
          <w:tcPr>
            <w:tcW w:w="3544" w:type="dxa"/>
          </w:tcPr>
          <w:p w14:paraId="7BD2F511" w14:textId="77777777" w:rsidR="0085747A" w:rsidRPr="00F73DE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73DEB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1078D8" w14:textId="77777777" w:rsidR="0085747A" w:rsidRPr="00F73DEB" w:rsidRDefault="001E461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5338B4DD" w14:textId="77777777" w:rsidR="003E1941" w:rsidRPr="00F73DEB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17F58D4" w14:textId="77777777" w:rsidR="0085747A" w:rsidRPr="00F73DEB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F73DEB">
        <w:rPr>
          <w:smallCaps w:val="0"/>
          <w:szCs w:val="24"/>
        </w:rPr>
        <w:t xml:space="preserve">7. </w:t>
      </w:r>
      <w:r w:rsidR="0085747A" w:rsidRPr="00F73DEB">
        <w:rPr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B6D62" w:rsidRPr="00F73DEB" w14:paraId="3E654D4E" w14:textId="77777777" w:rsidTr="00B1783F">
        <w:trPr>
          <w:trHeight w:val="397"/>
        </w:trPr>
        <w:tc>
          <w:tcPr>
            <w:tcW w:w="5000" w:type="pct"/>
          </w:tcPr>
          <w:p w14:paraId="4D7F8EFD" w14:textId="77777777" w:rsidR="005B6D62" w:rsidRPr="00F73DEB" w:rsidRDefault="005B6D62" w:rsidP="008A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50CC">
              <w:rPr>
                <w:rFonts w:ascii="Times New Roman" w:hAnsi="Times New Roman"/>
                <w:b/>
                <w:sz w:val="24"/>
                <w:szCs w:val="24"/>
              </w:rPr>
              <w:t>Literatura podstawowa</w:t>
            </w:r>
            <w:r w:rsidRPr="00F73DE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19D4ED0" w14:textId="77777777" w:rsidR="00245D71" w:rsidRPr="00F73DEB" w:rsidRDefault="00245D71" w:rsidP="005B6D6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F73DEB">
              <w:rPr>
                <w:b w:val="0"/>
                <w:smallCaps w:val="0"/>
                <w:color w:val="000000"/>
                <w:szCs w:val="24"/>
              </w:rPr>
              <w:t>Borkowska</w:t>
            </w:r>
            <w:r w:rsidR="00111F7F" w:rsidRPr="00F73DEB">
              <w:rPr>
                <w:b w:val="0"/>
                <w:smallCaps w:val="0"/>
                <w:color w:val="000000"/>
                <w:szCs w:val="24"/>
              </w:rPr>
              <w:t>,</w:t>
            </w:r>
            <w:r w:rsidRPr="00F73DEB">
              <w:rPr>
                <w:b w:val="0"/>
                <w:smallCaps w:val="0"/>
                <w:color w:val="000000"/>
                <w:szCs w:val="24"/>
              </w:rPr>
              <w:t xml:space="preserve"> A., Domańska, Ł. (2012). </w:t>
            </w:r>
            <w:r w:rsidRPr="00F73DEB">
              <w:rPr>
                <w:b w:val="0"/>
                <w:i/>
                <w:iCs/>
                <w:smallCaps w:val="0"/>
                <w:color w:val="000000"/>
                <w:szCs w:val="24"/>
              </w:rPr>
              <w:t>Neuropsychologia kliniczna dziecka. Wybrane zagadnienia</w:t>
            </w:r>
            <w:r w:rsidRPr="00F73DEB">
              <w:rPr>
                <w:b w:val="0"/>
                <w:smallCaps w:val="0"/>
                <w:color w:val="000000"/>
                <w:szCs w:val="24"/>
              </w:rPr>
              <w:t>. Warszawa</w:t>
            </w:r>
            <w:r w:rsidR="0096411E" w:rsidRPr="00F73DEB">
              <w:rPr>
                <w:b w:val="0"/>
                <w:smallCaps w:val="0"/>
                <w:color w:val="000000"/>
                <w:szCs w:val="24"/>
              </w:rPr>
              <w:t>: PWN</w:t>
            </w:r>
            <w:r w:rsidRPr="00F73DEB">
              <w:rPr>
                <w:b w:val="0"/>
                <w:smallCaps w:val="0"/>
                <w:color w:val="000000"/>
                <w:szCs w:val="24"/>
              </w:rPr>
              <w:t>.</w:t>
            </w:r>
          </w:p>
          <w:p w14:paraId="7AE53F4D" w14:textId="77777777" w:rsidR="00AB1C45" w:rsidRPr="00F73DEB" w:rsidRDefault="005B6D62" w:rsidP="00AB1C4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F73DEB">
              <w:rPr>
                <w:b w:val="0"/>
                <w:smallCaps w:val="0"/>
                <w:color w:val="000000"/>
                <w:szCs w:val="24"/>
              </w:rPr>
              <w:t xml:space="preserve">Domańska, Ł. (2008). </w:t>
            </w:r>
            <w:r w:rsidRPr="00F73DEB">
              <w:rPr>
                <w:b w:val="0"/>
                <w:i/>
                <w:iCs/>
                <w:smallCaps w:val="0"/>
                <w:color w:val="000000"/>
                <w:szCs w:val="24"/>
              </w:rPr>
              <w:t xml:space="preserve">Podstawy neuropsychologii </w:t>
            </w:r>
            <w:proofErr w:type="spellStart"/>
            <w:r w:rsidRPr="00F73DEB">
              <w:rPr>
                <w:b w:val="0"/>
                <w:i/>
                <w:iCs/>
                <w:smallCaps w:val="0"/>
                <w:color w:val="000000"/>
                <w:szCs w:val="24"/>
              </w:rPr>
              <w:t>klinicznej</w:t>
            </w:r>
            <w:r w:rsidRPr="00F73DEB">
              <w:rPr>
                <w:b w:val="0"/>
                <w:smallCaps w:val="0"/>
                <w:color w:val="000000"/>
                <w:szCs w:val="24"/>
              </w:rPr>
              <w:t>.Lublin</w:t>
            </w:r>
            <w:r w:rsidR="0096411E" w:rsidRPr="00F73DEB">
              <w:rPr>
                <w:b w:val="0"/>
                <w:smallCaps w:val="0"/>
                <w:color w:val="000000"/>
                <w:szCs w:val="24"/>
              </w:rPr>
              <w:t>:Wydawn</w:t>
            </w:r>
            <w:proofErr w:type="spellEnd"/>
            <w:r w:rsidR="0096411E" w:rsidRPr="00F73DEB">
              <w:rPr>
                <w:b w:val="0"/>
                <w:smallCaps w:val="0"/>
                <w:color w:val="000000"/>
                <w:szCs w:val="24"/>
              </w:rPr>
              <w:t>. UMCS.</w:t>
            </w:r>
          </w:p>
          <w:p w14:paraId="47BA6096" w14:textId="77777777" w:rsidR="005B6D62" w:rsidRPr="00F73DEB" w:rsidRDefault="00AB1C45" w:rsidP="005B6D6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00F73DEB">
              <w:rPr>
                <w:b w:val="0"/>
                <w:smallCaps w:val="0"/>
                <w:color w:val="000000"/>
                <w:szCs w:val="24"/>
              </w:rPr>
              <w:t>Pąchalska</w:t>
            </w:r>
            <w:proofErr w:type="spellEnd"/>
            <w:r w:rsidRPr="00F73DEB">
              <w:rPr>
                <w:b w:val="0"/>
                <w:smallCaps w:val="0"/>
                <w:color w:val="000000"/>
                <w:szCs w:val="24"/>
              </w:rPr>
              <w:t xml:space="preserve">, M. (2022). </w:t>
            </w:r>
            <w:r w:rsidRPr="00F73DEB">
              <w:rPr>
                <w:b w:val="0"/>
                <w:i/>
                <w:iCs/>
                <w:smallCaps w:val="0"/>
                <w:color w:val="000000"/>
                <w:szCs w:val="24"/>
              </w:rPr>
              <w:t>Rehabilitacja neuropsychologiczna</w:t>
            </w:r>
            <w:r w:rsidRPr="00F73DEB">
              <w:rPr>
                <w:b w:val="0"/>
                <w:smallCaps w:val="0"/>
                <w:color w:val="000000"/>
                <w:szCs w:val="24"/>
              </w:rPr>
              <w:t xml:space="preserve">. </w:t>
            </w:r>
            <w:r w:rsidR="0096411E" w:rsidRPr="00F73DEB">
              <w:rPr>
                <w:b w:val="0"/>
                <w:smallCaps w:val="0"/>
                <w:color w:val="000000"/>
                <w:szCs w:val="24"/>
              </w:rPr>
              <w:t xml:space="preserve">Lublin: </w:t>
            </w:r>
            <w:proofErr w:type="spellStart"/>
            <w:r w:rsidR="0096411E" w:rsidRPr="00F73DEB">
              <w:rPr>
                <w:b w:val="0"/>
                <w:smallCaps w:val="0"/>
                <w:color w:val="000000"/>
                <w:szCs w:val="24"/>
              </w:rPr>
              <w:t>Wydawn</w:t>
            </w:r>
            <w:proofErr w:type="spellEnd"/>
            <w:r w:rsidR="0096411E" w:rsidRPr="00F73DEB">
              <w:rPr>
                <w:b w:val="0"/>
                <w:smallCaps w:val="0"/>
                <w:color w:val="000000"/>
                <w:szCs w:val="24"/>
              </w:rPr>
              <w:t>. UMCS.</w:t>
            </w:r>
          </w:p>
          <w:p w14:paraId="54183ED2" w14:textId="77777777" w:rsidR="005B6D62" w:rsidRPr="00F73DEB" w:rsidRDefault="005B6D62" w:rsidP="005B6D6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00F73DEB">
              <w:rPr>
                <w:b w:val="0"/>
                <w:smallCaps w:val="0"/>
                <w:color w:val="000000"/>
                <w:szCs w:val="24"/>
              </w:rPr>
              <w:t>Walsh</w:t>
            </w:r>
            <w:proofErr w:type="spellEnd"/>
            <w:r w:rsidRPr="00F73DEB">
              <w:rPr>
                <w:b w:val="0"/>
                <w:smallCaps w:val="0"/>
                <w:color w:val="000000"/>
                <w:szCs w:val="24"/>
              </w:rPr>
              <w:t xml:space="preserve">, K. (2008). </w:t>
            </w:r>
            <w:r w:rsidRPr="00F73DEB">
              <w:rPr>
                <w:b w:val="0"/>
                <w:i/>
                <w:iCs/>
                <w:smallCaps w:val="0"/>
                <w:color w:val="000000"/>
                <w:szCs w:val="24"/>
              </w:rPr>
              <w:t>Neuropsychologia kliniczna</w:t>
            </w:r>
            <w:r w:rsidRPr="00F73DEB">
              <w:rPr>
                <w:b w:val="0"/>
                <w:smallCaps w:val="0"/>
                <w:color w:val="000000"/>
                <w:szCs w:val="24"/>
              </w:rPr>
              <w:t>. Warszawa</w:t>
            </w:r>
            <w:r w:rsidR="0096411E" w:rsidRPr="00F73DEB">
              <w:rPr>
                <w:b w:val="0"/>
                <w:smallCaps w:val="0"/>
                <w:color w:val="000000"/>
                <w:szCs w:val="24"/>
              </w:rPr>
              <w:t>: PWN</w:t>
            </w:r>
            <w:r w:rsidRPr="00F73DEB">
              <w:rPr>
                <w:b w:val="0"/>
                <w:smallCaps w:val="0"/>
                <w:color w:val="000000"/>
                <w:szCs w:val="24"/>
              </w:rPr>
              <w:t>.</w:t>
            </w:r>
          </w:p>
          <w:p w14:paraId="412EE072" w14:textId="77777777" w:rsidR="005B6D62" w:rsidRPr="00F73DEB" w:rsidRDefault="005B6D62" w:rsidP="005B6D6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5B6D62" w:rsidRPr="00F73DEB" w14:paraId="28CC7557" w14:textId="77777777" w:rsidTr="00B1783F">
        <w:trPr>
          <w:trHeight w:val="397"/>
        </w:trPr>
        <w:tc>
          <w:tcPr>
            <w:tcW w:w="5000" w:type="pct"/>
          </w:tcPr>
          <w:p w14:paraId="4F5385A6" w14:textId="77777777" w:rsidR="005B6D62" w:rsidRPr="00F73DEB" w:rsidRDefault="005B6D62" w:rsidP="008A236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F50CC">
              <w:rPr>
                <w:smallCaps w:val="0"/>
                <w:szCs w:val="24"/>
              </w:rPr>
              <w:t>Literatura uzupełniająca</w:t>
            </w:r>
            <w:r w:rsidRPr="00F73DEB">
              <w:rPr>
                <w:b w:val="0"/>
                <w:smallCaps w:val="0"/>
                <w:szCs w:val="24"/>
              </w:rPr>
              <w:t xml:space="preserve">: </w:t>
            </w:r>
          </w:p>
          <w:p w14:paraId="523B02C0" w14:textId="77777777" w:rsidR="008F1648" w:rsidRPr="00F73DEB" w:rsidRDefault="00AB1C45" w:rsidP="008F1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F73DEB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Górska T., Grabowska A., Zagrodzka J. (2011). </w:t>
            </w:r>
            <w:r w:rsidRPr="00F73DE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 xml:space="preserve">Mózg a </w:t>
            </w:r>
            <w:proofErr w:type="spellStart"/>
            <w:r w:rsidRPr="00F73DE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zachowanie</w:t>
            </w:r>
            <w:r w:rsidR="0096411E" w:rsidRPr="00F73DEB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.Warszawa</w:t>
            </w:r>
            <w:proofErr w:type="spellEnd"/>
            <w:r w:rsidR="0096411E" w:rsidRPr="00F73DEB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: </w:t>
            </w:r>
            <w:r w:rsidRPr="00F73DEB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Wydawnictwo Naukowe PWN</w:t>
            </w:r>
            <w:r w:rsidR="0096411E" w:rsidRPr="00F73DEB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</w:p>
          <w:p w14:paraId="3CE56A99" w14:textId="332CA6A1" w:rsidR="008F1648" w:rsidRPr="00470C04" w:rsidRDefault="0096411E" w:rsidP="008F1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73DEB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Herzyk</w:t>
            </w:r>
            <w:proofErr w:type="spellEnd"/>
            <w:r w:rsidRPr="00F73DEB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, A. (red). (2002). </w:t>
            </w:r>
            <w:proofErr w:type="spellStart"/>
            <w:r w:rsidRPr="00F73DE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Neuropsychologiaemocji</w:t>
            </w:r>
            <w:proofErr w:type="spellEnd"/>
            <w:r w:rsidRPr="00F73DEB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  <w:r w:rsidR="00470C04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470C04">
              <w:rPr>
                <w:rFonts w:ascii="Times New Roman" w:hAnsi="Times New Roman"/>
                <w:color w:val="000000"/>
                <w:sz w:val="24"/>
                <w:szCs w:val="24"/>
              </w:rPr>
              <w:t>Lublin</w:t>
            </w:r>
            <w:r w:rsidRPr="00470C04">
              <w:rPr>
                <w:rFonts w:ascii="Times New Roman" w:hAnsi="Times New Roman"/>
                <w:smallCaps/>
                <w:color w:val="000000"/>
                <w:sz w:val="24"/>
                <w:szCs w:val="24"/>
              </w:rPr>
              <w:t>:</w:t>
            </w:r>
            <w:r w:rsidR="00470C04" w:rsidRPr="00470C04">
              <w:rPr>
                <w:rFonts w:ascii="Times New Roman" w:hAnsi="Times New Roman"/>
                <w:smallCap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0C04">
              <w:rPr>
                <w:rFonts w:ascii="Times New Roman" w:hAnsi="Times New Roman"/>
                <w:color w:val="000000"/>
                <w:sz w:val="24"/>
                <w:szCs w:val="24"/>
              </w:rPr>
              <w:t>Wydawn</w:t>
            </w:r>
            <w:proofErr w:type="spellEnd"/>
            <w:r w:rsidRPr="00470C04">
              <w:rPr>
                <w:rFonts w:ascii="Times New Roman" w:hAnsi="Times New Roman"/>
                <w:color w:val="000000"/>
                <w:sz w:val="24"/>
                <w:szCs w:val="24"/>
              </w:rPr>
              <w:t>. UMCS</w:t>
            </w:r>
            <w:r w:rsidRPr="00470C04">
              <w:rPr>
                <w:rFonts w:ascii="Times New Roman" w:hAnsi="Times New Roman"/>
                <w:smallCaps/>
                <w:color w:val="000000"/>
                <w:sz w:val="24"/>
                <w:szCs w:val="24"/>
              </w:rPr>
              <w:t>.</w:t>
            </w:r>
          </w:p>
          <w:p w14:paraId="48374A2C" w14:textId="77777777" w:rsidR="008F1648" w:rsidRPr="00F73DEB" w:rsidRDefault="008F1648" w:rsidP="008F1648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00F73DEB">
              <w:rPr>
                <w:b w:val="0"/>
                <w:smallCaps w:val="0"/>
                <w:color w:val="000000"/>
                <w:szCs w:val="24"/>
              </w:rPr>
              <w:t>Herzyk</w:t>
            </w:r>
            <w:proofErr w:type="spellEnd"/>
            <w:r w:rsidRPr="00F73DEB">
              <w:rPr>
                <w:b w:val="0"/>
                <w:smallCaps w:val="0"/>
                <w:color w:val="000000"/>
                <w:szCs w:val="24"/>
              </w:rPr>
              <w:t xml:space="preserve">, A. (2009). </w:t>
            </w:r>
            <w:r w:rsidRPr="00F73DEB">
              <w:rPr>
                <w:b w:val="0"/>
                <w:i/>
                <w:iCs/>
                <w:smallCaps w:val="0"/>
                <w:color w:val="000000"/>
                <w:szCs w:val="24"/>
              </w:rPr>
              <w:t>Wprowadzenie do neuropsychologii klinicznej</w:t>
            </w:r>
            <w:r w:rsidRPr="00F73DEB">
              <w:rPr>
                <w:b w:val="0"/>
                <w:smallCaps w:val="0"/>
                <w:color w:val="000000"/>
                <w:szCs w:val="24"/>
              </w:rPr>
              <w:t xml:space="preserve">. </w:t>
            </w:r>
            <w:r w:rsidR="0096411E" w:rsidRPr="00F73DEB">
              <w:rPr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F73DEB">
              <w:rPr>
                <w:b w:val="0"/>
                <w:smallCaps w:val="0"/>
                <w:color w:val="000000"/>
                <w:szCs w:val="24"/>
              </w:rPr>
              <w:t>Scholar.</w:t>
            </w:r>
          </w:p>
          <w:p w14:paraId="0C25449E" w14:textId="77777777" w:rsidR="008F1648" w:rsidRPr="00F73DEB" w:rsidRDefault="008F1648" w:rsidP="008F1648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00F73DEB">
              <w:rPr>
                <w:b w:val="0"/>
                <w:smallCaps w:val="0"/>
                <w:szCs w:val="24"/>
              </w:rPr>
              <w:t>Jodzio</w:t>
            </w:r>
            <w:proofErr w:type="spellEnd"/>
            <w:r w:rsidRPr="00F73DEB">
              <w:rPr>
                <w:b w:val="0"/>
                <w:smallCaps w:val="0"/>
                <w:szCs w:val="24"/>
              </w:rPr>
              <w:t xml:space="preserve">, K. (2009). </w:t>
            </w:r>
            <w:r w:rsidRPr="00F73DEB">
              <w:rPr>
                <w:b w:val="0"/>
                <w:i/>
                <w:iCs/>
                <w:smallCaps w:val="0"/>
                <w:szCs w:val="24"/>
              </w:rPr>
              <w:t>Neuropsychologia. Współczesne kierunki badań</w:t>
            </w:r>
            <w:r w:rsidRPr="00F73DEB">
              <w:rPr>
                <w:b w:val="0"/>
                <w:smallCaps w:val="0"/>
                <w:szCs w:val="24"/>
              </w:rPr>
              <w:t xml:space="preserve">. </w:t>
            </w:r>
            <w:r w:rsidR="0096411E" w:rsidRPr="00F73DEB">
              <w:rPr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F73DEB">
              <w:rPr>
                <w:b w:val="0"/>
                <w:smallCaps w:val="0"/>
                <w:color w:val="000000"/>
                <w:szCs w:val="24"/>
              </w:rPr>
              <w:t>PWN.</w:t>
            </w:r>
          </w:p>
          <w:p w14:paraId="0CC61195" w14:textId="77777777" w:rsidR="008F1648" w:rsidRPr="00F73DEB" w:rsidRDefault="008F1648" w:rsidP="008F1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F73DEB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Jodzio</w:t>
            </w:r>
            <w:proofErr w:type="spellEnd"/>
            <w:r w:rsidRPr="00F73DEB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, K. (2011). </w:t>
            </w:r>
            <w:r w:rsidRPr="00F73DE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 xml:space="preserve">Diagnostyka neuropsychologiczna w praktyce </w:t>
            </w:r>
            <w:proofErr w:type="spellStart"/>
            <w:r w:rsidRPr="00F73DE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klinicznej</w:t>
            </w:r>
            <w:r w:rsidR="0096411E" w:rsidRPr="00F73DEB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.Warszawa</w:t>
            </w:r>
            <w:proofErr w:type="spellEnd"/>
            <w:r w:rsidR="0096411E" w:rsidRPr="00F73DEB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: </w:t>
            </w:r>
            <w:r w:rsidRPr="00F73DEB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Wydawnictwo </w:t>
            </w:r>
            <w:proofErr w:type="spellStart"/>
            <w:r w:rsidRPr="00F73DEB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Difin</w:t>
            </w:r>
            <w:proofErr w:type="spellEnd"/>
            <w:r w:rsidRPr="00F73DEB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.</w:t>
            </w:r>
          </w:p>
          <w:p w14:paraId="259D2CBD" w14:textId="77777777" w:rsidR="002E6523" w:rsidRPr="00F73DEB" w:rsidRDefault="002E6523" w:rsidP="002E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73DEB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lastRenderedPageBreak/>
              <w:t xml:space="preserve">Kopańska, M., Ochojska, D. (2022). </w:t>
            </w:r>
            <w:r w:rsidRPr="00F73DEB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Wykorzystanie EEG </w:t>
            </w:r>
            <w:proofErr w:type="spellStart"/>
            <w:r w:rsidRPr="00F73DEB">
              <w:rPr>
                <w:rFonts w:ascii="Times New Roman" w:hAnsi="Times New Roman"/>
                <w:sz w:val="24"/>
                <w:szCs w:val="24"/>
                <w:lang w:eastAsia="pl-PL"/>
              </w:rPr>
              <w:t>neurofeedbackuw</w:t>
            </w:r>
            <w:proofErr w:type="spellEnd"/>
            <w:r w:rsidRPr="00F73DEB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rehabilitacji </w:t>
            </w:r>
            <w:proofErr w:type="spellStart"/>
            <w:r w:rsidRPr="00F73DEB">
              <w:rPr>
                <w:rFonts w:ascii="Times New Roman" w:hAnsi="Times New Roman"/>
                <w:sz w:val="24"/>
                <w:szCs w:val="24"/>
                <w:lang w:eastAsia="pl-PL"/>
              </w:rPr>
              <w:t>padaczkidziecięcej</w:t>
            </w:r>
            <w:proofErr w:type="spellEnd"/>
            <w:r w:rsidRPr="00F73DEB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. </w:t>
            </w:r>
            <w:r w:rsidRPr="00F73DEB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Neuropsychiatria i Neuropsychologia,</w:t>
            </w:r>
            <w:r w:rsidRPr="00F73DEB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17, 1–2: 24–30</w:t>
            </w:r>
          </w:p>
          <w:p w14:paraId="19CA1D90" w14:textId="77777777" w:rsidR="002E6523" w:rsidRPr="00F73DEB" w:rsidRDefault="002E6523" w:rsidP="002E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F73DEB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Łojek</w:t>
            </w:r>
            <w:r w:rsidR="00111F7F" w:rsidRPr="00F73DEB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,</w:t>
            </w:r>
            <w:r w:rsidRPr="00F73DEB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 E., Bolewska A. (2008). </w:t>
            </w:r>
            <w:r w:rsidRPr="00F73DE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 xml:space="preserve">Wybrane zagadnienia rehabilitacji </w:t>
            </w:r>
            <w:proofErr w:type="spellStart"/>
            <w:r w:rsidRPr="00F73DE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neuropsychologicznej</w:t>
            </w:r>
            <w:r w:rsidR="0096411E" w:rsidRPr="00F73DE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pl-PL"/>
              </w:rPr>
              <w:t>.</w:t>
            </w:r>
            <w:r w:rsidR="0096411E" w:rsidRPr="00F73DEB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Warszawa</w:t>
            </w:r>
            <w:proofErr w:type="spellEnd"/>
            <w:r w:rsidR="0096411E" w:rsidRPr="00F73DEB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 xml:space="preserve">: </w:t>
            </w:r>
            <w:r w:rsidRPr="00F73DEB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Wydawnictwo Naukowe Scholar.</w:t>
            </w:r>
          </w:p>
          <w:p w14:paraId="79DCDB0D" w14:textId="77777777" w:rsidR="005B6D62" w:rsidRPr="00F73DEB" w:rsidRDefault="005B6D62" w:rsidP="008A2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46BE4892" w14:textId="77777777" w:rsidR="00675843" w:rsidRPr="00F73DEB" w:rsidRDefault="00675843" w:rsidP="009C54AE">
      <w:pPr>
        <w:pStyle w:val="Punktygwne"/>
        <w:spacing w:before="0" w:after="0"/>
        <w:rPr>
          <w:smallCaps w:val="0"/>
          <w:szCs w:val="24"/>
        </w:rPr>
      </w:pPr>
    </w:p>
    <w:p w14:paraId="0CF2EB33" w14:textId="77777777" w:rsidR="0085747A" w:rsidRPr="00F73DEB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E35B50E" w14:textId="77777777" w:rsidR="0085747A" w:rsidRPr="00F73DEB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F73DEB">
        <w:rPr>
          <w:b w:val="0"/>
          <w:smallCaps w:val="0"/>
          <w:szCs w:val="24"/>
        </w:rPr>
        <w:t>Akceptacja Kierownika Jednostki lub osoby upoważnionej</w:t>
      </w:r>
    </w:p>
    <w:sectPr w:rsidR="0085747A" w:rsidRPr="00F73D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D666B" w14:textId="77777777" w:rsidR="00AC0B50" w:rsidRDefault="00AC0B50" w:rsidP="00C16ABF">
      <w:pPr>
        <w:spacing w:after="0" w:line="240" w:lineRule="auto"/>
      </w:pPr>
      <w:r>
        <w:separator/>
      </w:r>
    </w:p>
  </w:endnote>
  <w:endnote w:type="continuationSeparator" w:id="0">
    <w:p w14:paraId="7FAE190F" w14:textId="77777777" w:rsidR="00AC0B50" w:rsidRDefault="00AC0B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1CECB" w14:textId="77777777" w:rsidR="00AC0B50" w:rsidRDefault="00AC0B50" w:rsidP="00C16ABF">
      <w:pPr>
        <w:spacing w:after="0" w:line="240" w:lineRule="auto"/>
      </w:pPr>
      <w:r>
        <w:separator/>
      </w:r>
    </w:p>
  </w:footnote>
  <w:footnote w:type="continuationSeparator" w:id="0">
    <w:p w14:paraId="716C2362" w14:textId="77777777" w:rsidR="00AC0B50" w:rsidRDefault="00AC0B50" w:rsidP="00C16ABF">
      <w:pPr>
        <w:spacing w:after="0" w:line="240" w:lineRule="auto"/>
      </w:pPr>
      <w:r>
        <w:continuationSeparator/>
      </w:r>
    </w:p>
  </w:footnote>
  <w:footnote w:id="1">
    <w:p w14:paraId="61C2431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26B6C"/>
    <w:multiLevelType w:val="hybridMultilevel"/>
    <w:tmpl w:val="A4689B6E"/>
    <w:lvl w:ilvl="0" w:tplc="5EDA64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6E5D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A085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FA8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A604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CE2A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6AB1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E0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F2D3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226C95"/>
    <w:multiLevelType w:val="hybridMultilevel"/>
    <w:tmpl w:val="D3C481CC"/>
    <w:lvl w:ilvl="0" w:tplc="04EE8C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16CD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B67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04AB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E685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804D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10D5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02B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1EE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AB871E8"/>
    <w:multiLevelType w:val="hybridMultilevel"/>
    <w:tmpl w:val="26EEECA2"/>
    <w:lvl w:ilvl="0" w:tplc="94AE5B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06DB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A62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8894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C69F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6D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0CA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F824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7AC5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DAC7545"/>
    <w:multiLevelType w:val="hybridMultilevel"/>
    <w:tmpl w:val="700AD31E"/>
    <w:lvl w:ilvl="0" w:tplc="AE2A1F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BEEA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803E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78C8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0842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A85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06E8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A880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E24A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1247BC2"/>
    <w:multiLevelType w:val="hybridMultilevel"/>
    <w:tmpl w:val="4B3A72BA"/>
    <w:lvl w:ilvl="0" w:tplc="B11059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8610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44A1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DC8D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3AF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1A4B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9070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541D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7264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E0571FD"/>
    <w:multiLevelType w:val="hybridMultilevel"/>
    <w:tmpl w:val="9E720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6E179C"/>
    <w:multiLevelType w:val="hybridMultilevel"/>
    <w:tmpl w:val="8132E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371164">
    <w:abstractNumId w:val="1"/>
  </w:num>
  <w:num w:numId="2" w16cid:durableId="282158075">
    <w:abstractNumId w:val="2"/>
  </w:num>
  <w:num w:numId="3" w16cid:durableId="1364135797">
    <w:abstractNumId w:val="0"/>
  </w:num>
  <w:num w:numId="4" w16cid:durableId="131951647">
    <w:abstractNumId w:val="6"/>
  </w:num>
  <w:num w:numId="5" w16cid:durableId="1410343409">
    <w:abstractNumId w:val="4"/>
  </w:num>
  <w:num w:numId="6" w16cid:durableId="1866944500">
    <w:abstractNumId w:val="3"/>
  </w:num>
  <w:num w:numId="7" w16cid:durableId="576522400">
    <w:abstractNumId w:val="5"/>
  </w:num>
  <w:num w:numId="8" w16cid:durableId="37750887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342"/>
    <w:rsid w:val="000077B4"/>
    <w:rsid w:val="00015B8F"/>
    <w:rsid w:val="00022ECE"/>
    <w:rsid w:val="000230A2"/>
    <w:rsid w:val="00023153"/>
    <w:rsid w:val="000419FB"/>
    <w:rsid w:val="00042A51"/>
    <w:rsid w:val="00042D2E"/>
    <w:rsid w:val="00044C82"/>
    <w:rsid w:val="00050977"/>
    <w:rsid w:val="00070ED6"/>
    <w:rsid w:val="000742DC"/>
    <w:rsid w:val="000835F6"/>
    <w:rsid w:val="00084C12"/>
    <w:rsid w:val="00085BB0"/>
    <w:rsid w:val="00087E43"/>
    <w:rsid w:val="00091DD8"/>
    <w:rsid w:val="0009426C"/>
    <w:rsid w:val="0009462C"/>
    <w:rsid w:val="00094B12"/>
    <w:rsid w:val="00096C46"/>
    <w:rsid w:val="000A296F"/>
    <w:rsid w:val="000A2A28"/>
    <w:rsid w:val="000A3CCA"/>
    <w:rsid w:val="000B192D"/>
    <w:rsid w:val="000B28EE"/>
    <w:rsid w:val="000B3E37"/>
    <w:rsid w:val="000C55B2"/>
    <w:rsid w:val="000D04B0"/>
    <w:rsid w:val="000D4ACD"/>
    <w:rsid w:val="000F1C57"/>
    <w:rsid w:val="000F5615"/>
    <w:rsid w:val="00106317"/>
    <w:rsid w:val="00111F7F"/>
    <w:rsid w:val="0012217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2AA0"/>
    <w:rsid w:val="001D657B"/>
    <w:rsid w:val="001D7B54"/>
    <w:rsid w:val="001E0209"/>
    <w:rsid w:val="001E4612"/>
    <w:rsid w:val="001F2CA2"/>
    <w:rsid w:val="00214334"/>
    <w:rsid w:val="002144C0"/>
    <w:rsid w:val="0022477D"/>
    <w:rsid w:val="002278A9"/>
    <w:rsid w:val="00231136"/>
    <w:rsid w:val="002336F9"/>
    <w:rsid w:val="00237D56"/>
    <w:rsid w:val="0024028F"/>
    <w:rsid w:val="00244ABC"/>
    <w:rsid w:val="00245D71"/>
    <w:rsid w:val="002464DD"/>
    <w:rsid w:val="002515CF"/>
    <w:rsid w:val="00262B90"/>
    <w:rsid w:val="002706B2"/>
    <w:rsid w:val="00281FF2"/>
    <w:rsid w:val="002857DE"/>
    <w:rsid w:val="00291567"/>
    <w:rsid w:val="00291CC4"/>
    <w:rsid w:val="002A22BF"/>
    <w:rsid w:val="002A2389"/>
    <w:rsid w:val="002A671D"/>
    <w:rsid w:val="002B2387"/>
    <w:rsid w:val="002B4D55"/>
    <w:rsid w:val="002B5EA0"/>
    <w:rsid w:val="002B6119"/>
    <w:rsid w:val="002C1F06"/>
    <w:rsid w:val="002D3375"/>
    <w:rsid w:val="002D4111"/>
    <w:rsid w:val="002D62FD"/>
    <w:rsid w:val="002D73D4"/>
    <w:rsid w:val="002E6523"/>
    <w:rsid w:val="002F02A3"/>
    <w:rsid w:val="002F4ABE"/>
    <w:rsid w:val="003018BA"/>
    <w:rsid w:val="0030395F"/>
    <w:rsid w:val="00304621"/>
    <w:rsid w:val="00305C92"/>
    <w:rsid w:val="003118C2"/>
    <w:rsid w:val="003151C5"/>
    <w:rsid w:val="003202D5"/>
    <w:rsid w:val="003275BB"/>
    <w:rsid w:val="00331FBC"/>
    <w:rsid w:val="003343CF"/>
    <w:rsid w:val="00341685"/>
    <w:rsid w:val="00346FE9"/>
    <w:rsid w:val="0034725D"/>
    <w:rsid w:val="0034759A"/>
    <w:rsid w:val="003503F6"/>
    <w:rsid w:val="003530DD"/>
    <w:rsid w:val="00363F78"/>
    <w:rsid w:val="00377C7C"/>
    <w:rsid w:val="003843F2"/>
    <w:rsid w:val="0039341B"/>
    <w:rsid w:val="00395DFE"/>
    <w:rsid w:val="003A0A5B"/>
    <w:rsid w:val="003A1176"/>
    <w:rsid w:val="003B5B24"/>
    <w:rsid w:val="003C0BAE"/>
    <w:rsid w:val="003D18A9"/>
    <w:rsid w:val="003D1B9F"/>
    <w:rsid w:val="003D6CE2"/>
    <w:rsid w:val="003E1941"/>
    <w:rsid w:val="003E2FE6"/>
    <w:rsid w:val="003E49D5"/>
    <w:rsid w:val="003E721E"/>
    <w:rsid w:val="003F38C0"/>
    <w:rsid w:val="00402382"/>
    <w:rsid w:val="00403819"/>
    <w:rsid w:val="004105D5"/>
    <w:rsid w:val="00414E3C"/>
    <w:rsid w:val="0042244A"/>
    <w:rsid w:val="004265DC"/>
    <w:rsid w:val="0042745A"/>
    <w:rsid w:val="00431D5C"/>
    <w:rsid w:val="004362C6"/>
    <w:rsid w:val="00437FA2"/>
    <w:rsid w:val="004400B8"/>
    <w:rsid w:val="00441860"/>
    <w:rsid w:val="00445970"/>
    <w:rsid w:val="0045729E"/>
    <w:rsid w:val="00461EFC"/>
    <w:rsid w:val="004652C2"/>
    <w:rsid w:val="004706D1"/>
    <w:rsid w:val="00470C04"/>
    <w:rsid w:val="00471326"/>
    <w:rsid w:val="0047598D"/>
    <w:rsid w:val="004840FD"/>
    <w:rsid w:val="004865C7"/>
    <w:rsid w:val="00490F7D"/>
    <w:rsid w:val="00491580"/>
    <w:rsid w:val="00491678"/>
    <w:rsid w:val="00495AAA"/>
    <w:rsid w:val="004968E2"/>
    <w:rsid w:val="004A23B1"/>
    <w:rsid w:val="004A3EEA"/>
    <w:rsid w:val="004A4D1F"/>
    <w:rsid w:val="004A5E27"/>
    <w:rsid w:val="004C0487"/>
    <w:rsid w:val="004C4841"/>
    <w:rsid w:val="004D06E7"/>
    <w:rsid w:val="004D5282"/>
    <w:rsid w:val="004E422C"/>
    <w:rsid w:val="004F1551"/>
    <w:rsid w:val="004F55A3"/>
    <w:rsid w:val="0050496F"/>
    <w:rsid w:val="00513B6F"/>
    <w:rsid w:val="005146DF"/>
    <w:rsid w:val="00517C63"/>
    <w:rsid w:val="00523A29"/>
    <w:rsid w:val="00526C94"/>
    <w:rsid w:val="00534302"/>
    <w:rsid w:val="005363C4"/>
    <w:rsid w:val="00536BDE"/>
    <w:rsid w:val="00543ACC"/>
    <w:rsid w:val="0056696D"/>
    <w:rsid w:val="00573EF9"/>
    <w:rsid w:val="0059484D"/>
    <w:rsid w:val="005A0855"/>
    <w:rsid w:val="005A3196"/>
    <w:rsid w:val="005A6957"/>
    <w:rsid w:val="005B6D62"/>
    <w:rsid w:val="005C080F"/>
    <w:rsid w:val="005C55E5"/>
    <w:rsid w:val="005C696A"/>
    <w:rsid w:val="005D005F"/>
    <w:rsid w:val="005E10D0"/>
    <w:rsid w:val="005E6E85"/>
    <w:rsid w:val="005F31D2"/>
    <w:rsid w:val="005F4659"/>
    <w:rsid w:val="0060139F"/>
    <w:rsid w:val="006070B7"/>
    <w:rsid w:val="0061029B"/>
    <w:rsid w:val="00610E68"/>
    <w:rsid w:val="006112C3"/>
    <w:rsid w:val="00617230"/>
    <w:rsid w:val="00621CE1"/>
    <w:rsid w:val="00623812"/>
    <w:rsid w:val="00627FC9"/>
    <w:rsid w:val="00647FA8"/>
    <w:rsid w:val="00650C5F"/>
    <w:rsid w:val="00654934"/>
    <w:rsid w:val="006620D9"/>
    <w:rsid w:val="00671958"/>
    <w:rsid w:val="00675843"/>
    <w:rsid w:val="00696477"/>
    <w:rsid w:val="00697D15"/>
    <w:rsid w:val="006A5EAC"/>
    <w:rsid w:val="006B6B58"/>
    <w:rsid w:val="006D050F"/>
    <w:rsid w:val="006D6139"/>
    <w:rsid w:val="006E5D65"/>
    <w:rsid w:val="006E6FAD"/>
    <w:rsid w:val="006E7840"/>
    <w:rsid w:val="006E7B0A"/>
    <w:rsid w:val="006F0C5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380"/>
    <w:rsid w:val="007A4022"/>
    <w:rsid w:val="007A50CA"/>
    <w:rsid w:val="007A6E6E"/>
    <w:rsid w:val="007B250C"/>
    <w:rsid w:val="007C3299"/>
    <w:rsid w:val="007C3BCC"/>
    <w:rsid w:val="007C4546"/>
    <w:rsid w:val="007D6E56"/>
    <w:rsid w:val="007D6EE2"/>
    <w:rsid w:val="007F029D"/>
    <w:rsid w:val="007F1652"/>
    <w:rsid w:val="007F1657"/>
    <w:rsid w:val="007F4155"/>
    <w:rsid w:val="008110C4"/>
    <w:rsid w:val="0081554D"/>
    <w:rsid w:val="0081707E"/>
    <w:rsid w:val="00826282"/>
    <w:rsid w:val="008449B3"/>
    <w:rsid w:val="008564FD"/>
    <w:rsid w:val="0085747A"/>
    <w:rsid w:val="00862D0D"/>
    <w:rsid w:val="008663E2"/>
    <w:rsid w:val="00870629"/>
    <w:rsid w:val="00872686"/>
    <w:rsid w:val="00874988"/>
    <w:rsid w:val="00881768"/>
    <w:rsid w:val="00884922"/>
    <w:rsid w:val="00885F64"/>
    <w:rsid w:val="00886473"/>
    <w:rsid w:val="008917F9"/>
    <w:rsid w:val="00891CA9"/>
    <w:rsid w:val="00891F94"/>
    <w:rsid w:val="008922DF"/>
    <w:rsid w:val="008A45F7"/>
    <w:rsid w:val="008B43D7"/>
    <w:rsid w:val="008B45CB"/>
    <w:rsid w:val="008C0CC0"/>
    <w:rsid w:val="008C19A9"/>
    <w:rsid w:val="008C379D"/>
    <w:rsid w:val="008C5147"/>
    <w:rsid w:val="008C5359"/>
    <w:rsid w:val="008C5363"/>
    <w:rsid w:val="008D2CB0"/>
    <w:rsid w:val="008D3DFB"/>
    <w:rsid w:val="008E1A51"/>
    <w:rsid w:val="008E4056"/>
    <w:rsid w:val="008E4F0D"/>
    <w:rsid w:val="008E64F4"/>
    <w:rsid w:val="008F12C9"/>
    <w:rsid w:val="008F161E"/>
    <w:rsid w:val="008F1648"/>
    <w:rsid w:val="008F3D05"/>
    <w:rsid w:val="008F4409"/>
    <w:rsid w:val="008F6E29"/>
    <w:rsid w:val="00902B66"/>
    <w:rsid w:val="00912BE1"/>
    <w:rsid w:val="00914E6E"/>
    <w:rsid w:val="00916188"/>
    <w:rsid w:val="00923D7D"/>
    <w:rsid w:val="009342BC"/>
    <w:rsid w:val="0094744A"/>
    <w:rsid w:val="009508DF"/>
    <w:rsid w:val="00950DAC"/>
    <w:rsid w:val="00954A07"/>
    <w:rsid w:val="00956799"/>
    <w:rsid w:val="0095724D"/>
    <w:rsid w:val="0096411E"/>
    <w:rsid w:val="00986E1B"/>
    <w:rsid w:val="00997F14"/>
    <w:rsid w:val="009A623D"/>
    <w:rsid w:val="009A78CD"/>
    <w:rsid w:val="009A78D9"/>
    <w:rsid w:val="009C1331"/>
    <w:rsid w:val="009C3E31"/>
    <w:rsid w:val="009C4D35"/>
    <w:rsid w:val="009C54AE"/>
    <w:rsid w:val="009C788E"/>
    <w:rsid w:val="009D3F06"/>
    <w:rsid w:val="009E3B41"/>
    <w:rsid w:val="009F3C5C"/>
    <w:rsid w:val="009F4610"/>
    <w:rsid w:val="00A00ECC"/>
    <w:rsid w:val="00A04CB9"/>
    <w:rsid w:val="00A155EE"/>
    <w:rsid w:val="00A220D2"/>
    <w:rsid w:val="00A2245B"/>
    <w:rsid w:val="00A30110"/>
    <w:rsid w:val="00A319E0"/>
    <w:rsid w:val="00A34AA7"/>
    <w:rsid w:val="00A36899"/>
    <w:rsid w:val="00A371F6"/>
    <w:rsid w:val="00A43BF6"/>
    <w:rsid w:val="00A53FA5"/>
    <w:rsid w:val="00A54817"/>
    <w:rsid w:val="00A601C8"/>
    <w:rsid w:val="00A60799"/>
    <w:rsid w:val="00A65574"/>
    <w:rsid w:val="00A7523D"/>
    <w:rsid w:val="00A7732B"/>
    <w:rsid w:val="00A84C85"/>
    <w:rsid w:val="00A97DE1"/>
    <w:rsid w:val="00AA1601"/>
    <w:rsid w:val="00AB053C"/>
    <w:rsid w:val="00AB1C45"/>
    <w:rsid w:val="00AC0B50"/>
    <w:rsid w:val="00AC3592"/>
    <w:rsid w:val="00AC7C55"/>
    <w:rsid w:val="00AD1146"/>
    <w:rsid w:val="00AD27D3"/>
    <w:rsid w:val="00AD28D2"/>
    <w:rsid w:val="00AD66D6"/>
    <w:rsid w:val="00AE1160"/>
    <w:rsid w:val="00AE203C"/>
    <w:rsid w:val="00AE2E74"/>
    <w:rsid w:val="00AE5FCB"/>
    <w:rsid w:val="00AF2C1E"/>
    <w:rsid w:val="00AF64F8"/>
    <w:rsid w:val="00B01F7D"/>
    <w:rsid w:val="00B06142"/>
    <w:rsid w:val="00B135B1"/>
    <w:rsid w:val="00B1783F"/>
    <w:rsid w:val="00B17E4E"/>
    <w:rsid w:val="00B254F7"/>
    <w:rsid w:val="00B3130B"/>
    <w:rsid w:val="00B32DA5"/>
    <w:rsid w:val="00B37E93"/>
    <w:rsid w:val="00B40ADB"/>
    <w:rsid w:val="00B43B77"/>
    <w:rsid w:val="00B43E80"/>
    <w:rsid w:val="00B607DB"/>
    <w:rsid w:val="00B66529"/>
    <w:rsid w:val="00B67290"/>
    <w:rsid w:val="00B75946"/>
    <w:rsid w:val="00B8056E"/>
    <w:rsid w:val="00B805B7"/>
    <w:rsid w:val="00B819C8"/>
    <w:rsid w:val="00B82308"/>
    <w:rsid w:val="00B901F3"/>
    <w:rsid w:val="00B90885"/>
    <w:rsid w:val="00BA4C49"/>
    <w:rsid w:val="00BB520A"/>
    <w:rsid w:val="00BD3869"/>
    <w:rsid w:val="00BD66E9"/>
    <w:rsid w:val="00BD6FF4"/>
    <w:rsid w:val="00BE6880"/>
    <w:rsid w:val="00BF2C41"/>
    <w:rsid w:val="00C058B4"/>
    <w:rsid w:val="00C05F44"/>
    <w:rsid w:val="00C12CA9"/>
    <w:rsid w:val="00C131B5"/>
    <w:rsid w:val="00C16ABF"/>
    <w:rsid w:val="00C170AE"/>
    <w:rsid w:val="00C26CB7"/>
    <w:rsid w:val="00C324C1"/>
    <w:rsid w:val="00C3359A"/>
    <w:rsid w:val="00C36992"/>
    <w:rsid w:val="00C42EC5"/>
    <w:rsid w:val="00C56036"/>
    <w:rsid w:val="00C61DC5"/>
    <w:rsid w:val="00C67E92"/>
    <w:rsid w:val="00C70A26"/>
    <w:rsid w:val="00C74210"/>
    <w:rsid w:val="00C766DF"/>
    <w:rsid w:val="00C94B98"/>
    <w:rsid w:val="00CA2B96"/>
    <w:rsid w:val="00CA5089"/>
    <w:rsid w:val="00CA773C"/>
    <w:rsid w:val="00CB386F"/>
    <w:rsid w:val="00CB42CB"/>
    <w:rsid w:val="00CC5D71"/>
    <w:rsid w:val="00CD54CB"/>
    <w:rsid w:val="00CD6897"/>
    <w:rsid w:val="00CE0159"/>
    <w:rsid w:val="00CE5BAC"/>
    <w:rsid w:val="00CF25BE"/>
    <w:rsid w:val="00CF78ED"/>
    <w:rsid w:val="00D02B25"/>
    <w:rsid w:val="00D02EBA"/>
    <w:rsid w:val="00D04286"/>
    <w:rsid w:val="00D13FE6"/>
    <w:rsid w:val="00D17C3C"/>
    <w:rsid w:val="00D26B2C"/>
    <w:rsid w:val="00D30E49"/>
    <w:rsid w:val="00D31F50"/>
    <w:rsid w:val="00D352C9"/>
    <w:rsid w:val="00D35DE2"/>
    <w:rsid w:val="00D4233E"/>
    <w:rsid w:val="00D425B2"/>
    <w:rsid w:val="00D428D6"/>
    <w:rsid w:val="00D552B2"/>
    <w:rsid w:val="00D57EEF"/>
    <w:rsid w:val="00D608D1"/>
    <w:rsid w:val="00D74119"/>
    <w:rsid w:val="00D8075B"/>
    <w:rsid w:val="00D84032"/>
    <w:rsid w:val="00D8599D"/>
    <w:rsid w:val="00D8678B"/>
    <w:rsid w:val="00DA2114"/>
    <w:rsid w:val="00DA4EBE"/>
    <w:rsid w:val="00DB41C6"/>
    <w:rsid w:val="00DB4C97"/>
    <w:rsid w:val="00DC4657"/>
    <w:rsid w:val="00DC492E"/>
    <w:rsid w:val="00DD301F"/>
    <w:rsid w:val="00DD57E1"/>
    <w:rsid w:val="00DD62C9"/>
    <w:rsid w:val="00DE09C0"/>
    <w:rsid w:val="00DE30CA"/>
    <w:rsid w:val="00DE4A14"/>
    <w:rsid w:val="00DE7D18"/>
    <w:rsid w:val="00DF320D"/>
    <w:rsid w:val="00DF50CC"/>
    <w:rsid w:val="00DF71C8"/>
    <w:rsid w:val="00E129B8"/>
    <w:rsid w:val="00E13463"/>
    <w:rsid w:val="00E21E7D"/>
    <w:rsid w:val="00E22FBC"/>
    <w:rsid w:val="00E23FEE"/>
    <w:rsid w:val="00E24BF5"/>
    <w:rsid w:val="00E25338"/>
    <w:rsid w:val="00E334FC"/>
    <w:rsid w:val="00E36A8A"/>
    <w:rsid w:val="00E43731"/>
    <w:rsid w:val="00E5152B"/>
    <w:rsid w:val="00E51E44"/>
    <w:rsid w:val="00E55D0C"/>
    <w:rsid w:val="00E63348"/>
    <w:rsid w:val="00E77E88"/>
    <w:rsid w:val="00E8107D"/>
    <w:rsid w:val="00E960BB"/>
    <w:rsid w:val="00E97DC8"/>
    <w:rsid w:val="00EA2074"/>
    <w:rsid w:val="00EA4832"/>
    <w:rsid w:val="00EA4E9D"/>
    <w:rsid w:val="00EB1260"/>
    <w:rsid w:val="00EB1935"/>
    <w:rsid w:val="00EC4899"/>
    <w:rsid w:val="00ED03AB"/>
    <w:rsid w:val="00ED32D2"/>
    <w:rsid w:val="00EE32DE"/>
    <w:rsid w:val="00EE5457"/>
    <w:rsid w:val="00F070AB"/>
    <w:rsid w:val="00F17567"/>
    <w:rsid w:val="00F27A7B"/>
    <w:rsid w:val="00F34FEA"/>
    <w:rsid w:val="00F526AF"/>
    <w:rsid w:val="00F52D74"/>
    <w:rsid w:val="00F554A4"/>
    <w:rsid w:val="00F615A5"/>
    <w:rsid w:val="00F617C3"/>
    <w:rsid w:val="00F7066B"/>
    <w:rsid w:val="00F739DD"/>
    <w:rsid w:val="00F73DEB"/>
    <w:rsid w:val="00F83B28"/>
    <w:rsid w:val="00F912C2"/>
    <w:rsid w:val="00FA46E5"/>
    <w:rsid w:val="00FB04B6"/>
    <w:rsid w:val="00FB7DBA"/>
    <w:rsid w:val="00FC1C25"/>
    <w:rsid w:val="00FC3F45"/>
    <w:rsid w:val="00FD503F"/>
    <w:rsid w:val="00FD7474"/>
    <w:rsid w:val="00FD7589"/>
    <w:rsid w:val="00FE3938"/>
    <w:rsid w:val="00FF016A"/>
    <w:rsid w:val="00FF1401"/>
    <w:rsid w:val="00FF33BD"/>
    <w:rsid w:val="00FF3B90"/>
    <w:rsid w:val="00FF5E7D"/>
    <w:rsid w:val="00FF7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A4FFE"/>
  <w15:docId w15:val="{4F7B4B63-6068-4DD9-8C75-BF4AEC7EC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journaltitle">
    <w:name w:val="journaltitle"/>
    <w:basedOn w:val="Domylnaczcionkaakapitu"/>
    <w:rsid w:val="005B6D62"/>
  </w:style>
  <w:style w:type="character" w:styleId="Odwoaniedokomentarza">
    <w:name w:val="annotation reference"/>
    <w:basedOn w:val="Domylnaczcionkaakapitu"/>
    <w:uiPriority w:val="99"/>
    <w:semiHidden/>
    <w:unhideWhenUsed/>
    <w:rsid w:val="00DC49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49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492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49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492E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085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4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37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98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9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985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2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46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268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243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67FC5-B7F2-4BAC-80A4-2FAFE10AC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5</Pages>
  <Words>1137</Words>
  <Characters>6824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Danuta Ochojska</cp:lastModifiedBy>
  <cp:revision>8</cp:revision>
  <cp:lastPrinted>2020-10-13T08:16:00Z</cp:lastPrinted>
  <dcterms:created xsi:type="dcterms:W3CDTF">2023-01-25T13:42:00Z</dcterms:created>
  <dcterms:modified xsi:type="dcterms:W3CDTF">2023-06-01T11:28:00Z</dcterms:modified>
</cp:coreProperties>
</file>